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8DB1" w14:textId="77777777" w:rsidR="00554579" w:rsidRPr="00554579" w:rsidRDefault="00554579" w:rsidP="0055457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5457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SARS-CoV-2/human/ITA/CL106/2020, complete genome</w:t>
      </w:r>
    </w:p>
    <w:p w14:paraId="3202831D" w14:textId="77777777" w:rsidR="00554579" w:rsidRPr="00554579" w:rsidRDefault="00554579" w:rsidP="0055457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t>GenBank: MW423686.2</w:t>
      </w:r>
    </w:p>
    <w:p w14:paraId="256CB1C6" w14:textId="77777777" w:rsidR="00554579" w:rsidRPr="00554579" w:rsidRDefault="00554579" w:rsidP="0055457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"https://www.ncbi.nlm.nih.gov/nuccore/MW423686.2?report=fasta" </w:instrText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457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"https://www.ncbi.nlm.nih.gov/nuccore/MW423686.2?report=graph" </w:instrText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457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423686.2"/>
    <w:bookmarkEnd w:id="1"/>
    <w:p w14:paraId="55ECC249" w14:textId="77777777" w:rsidR="00554579" w:rsidRPr="00554579" w:rsidRDefault="00554579" w:rsidP="0055457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"https://www.ncbi.nlm.nih.gov/nuccore/MW423686.2" \l "goto1956756690_0" </w:instrText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5457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5457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6E63DB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LOCUS       MW423686               29834 bp    RNA     linear   VRL 15-JAN-2021</w:t>
      </w:r>
    </w:p>
    <w:p w14:paraId="79D97A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74154E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SARS-CoV-2/human/ITA/CL106/2020, complete genome.</w:t>
      </w:r>
    </w:p>
    <w:p w14:paraId="10636F4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ACCESSION   MW423686</w:t>
      </w:r>
    </w:p>
    <w:p w14:paraId="51B18B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VERSION     MW423686.2</w:t>
      </w:r>
    </w:p>
    <w:p w14:paraId="234A45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35CCF0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A80291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B4816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4D58C3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F71B3A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80545F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29834)</w:t>
      </w:r>
    </w:p>
    <w:p w14:paraId="4D59CEB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Ferrante,R., Mandatori,D. and De Fabritiis,S.</w:t>
      </w:r>
    </w:p>
    <w:p w14:paraId="095C7F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C9ADBF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(31-DEC-2020) Center of Advanced Studies and Technology,</w:t>
      </w:r>
    </w:p>
    <w:p w14:paraId="1BF5CE4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CAST, University of Chieti 'G. d'Annunzio', Via Luigi Polacchi, 11,</w:t>
      </w:r>
    </w:p>
    <w:p w14:paraId="3FF7461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Chieti scalo, Chieti 66100, Italy</w:t>
      </w:r>
    </w:p>
    <w:p w14:paraId="0C47F6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423686.2"/>
      <w:bookmarkEnd w:id="2"/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Jan 15, 2021 this sequence version replaced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MW423686.1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FD8F2D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00E9B91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##Assembly-Data-START##</w:t>
      </w:r>
    </w:p>
    <w:p w14:paraId="216D7E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Ion_Torrent_Suite v. 5.12.1</w:t>
      </w:r>
    </w:p>
    <w:p w14:paraId="008E0BE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IonTorrent</w:t>
      </w:r>
    </w:p>
    <w:p w14:paraId="646C029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AD00C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423686.2"/>
      <w:bookmarkEnd w:id="3"/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E031D9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1..29834</w:t>
      </w:r>
    </w:p>
    <w:p w14:paraId="08941C0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503118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C446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1D564A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/isolate="SARS-CoV-2/human/ITA/CL106/2020"</w:t>
      </w:r>
    </w:p>
    <w:p w14:paraId="2282306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7788D1C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6E5067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35627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/country="Italy: Abruzzo"</w:t>
      </w:r>
    </w:p>
    <w:p w14:paraId="3A1020C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/collection_date="2020-12-27"</w:t>
      </w:r>
    </w:p>
    <w:p w14:paraId="17C6B4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"https://www.ncbi.nlm.nih.gov/nuccore/MW423686.2?from=243&amp;to=21523"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243..21523</w:t>
      </w:r>
    </w:p>
    <w:p w14:paraId="3D16113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9FB0B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"https://www.ncbi.nlm.nih.gov/nuccore/MW423686.2?location=243:13436,13436:21523"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join(243..13436,13436..21523)</w:t>
      </w:r>
    </w:p>
    <w:p w14:paraId="134B43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72425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F66C7B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76F7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94D3CB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"https://www.ncbi.nlm.nih.gov/protein/1956756691"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QQI07512.2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1E3F2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A6A51E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BD4D95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A3CBC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CE83F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2A9644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7A12C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2F1B4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73776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C312B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7B1B1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FA005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FEC79F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E103A4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F9849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3051243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E6011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9C44C9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1ABAD4A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C7E0E4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AF65E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A5BA7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8EE47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84A6F3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A99978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157DEC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309667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AAD6AC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FDNLKTLLSLREVRAIKVFTTVDNINLHTQVVDMSMTYGQQFGPTYLDGADVTKIKPH</w:t>
      </w:r>
    </w:p>
    <w:p w14:paraId="39E5416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B0C189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0A1732F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70B01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3C4E07C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88E050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B6401A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69F9C1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34CC7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894D97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11672A6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3DD1B30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0CD69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363DD3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92B5AB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F439AA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F91151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BE403E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57787D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5A24C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E54C9C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5CCF7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33B57A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69D539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C9D9A9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5410DB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3BB8046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D8E35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3ADAE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691895F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F3EF3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5D19518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F5AA1E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3021BA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2EB650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B8FA07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300B2CA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7BBCF9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B17A90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5BD1F5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368B26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MLDNRATLQAIASEFSSLPSYAAFATAQEAYERAVANGDSEVVLKKLKKSLNVAKSEF</w:t>
      </w:r>
    </w:p>
    <w:p w14:paraId="3291438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9D7922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E0E46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4B7150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EAF79C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1CDF8A0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6C00ED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106C43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BA372D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8786B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ECC9A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6A4834F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F25D6E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9B1511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2802FE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ABB71C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408177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577F61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629628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CB553B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358A3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A78517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4D9CF1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2EB950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02C1136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410F79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59F6E15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6F2F27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F1CD70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072905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161867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PRTLLTKGTLEPEYFNSVCRLMKTIGPDMFLGTCRRCPAEIVDTVSALVYDNRLKAHK</w:t>
      </w:r>
    </w:p>
    <w:p w14:paraId="414B141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784DFF4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34759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352B59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570D346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0A119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F6AB63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BDE126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1750E3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02AF96D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53BAD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D8186F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D23922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8A9B68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71CB6DD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2440EDE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69F37DD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D30D4B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55E32C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9CDAC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2578A1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359942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E96A4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428B2B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"https://www.ncbi.nlm.nih.gov/protein/QQI07512.2?from=1&amp;to=180"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685C49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7EB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E9632D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"https://www.ncbi.nlm.nih.gov/protein/QQI07512.2?from=181&amp;to=818"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3329F97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31D8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A05D5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"https://www.ncbi.nlm.nih.gov/protein/QQI07512.2?from=819&amp;to=2763"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2697..8531</w:t>
      </w:r>
    </w:p>
    <w:p w14:paraId="622AC8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51F93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D1F63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"https://www.ncbi.nlm.nih.gov/protein/QQI07512.2?from=2764&amp;to=3263"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16DF69E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EEBF8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936542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"https://www.ncbi.nlm.nih.gov/protein/QQI07512.2?from=3264&amp;to=3569"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4446C87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85397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FAB2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"https://www.ncbi.nlm.nih.gov/protein/QQI07512.2?from=3570&amp;to=3856"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1396D13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E43ED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4C53A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"https://www.ncbi.nlm.nih.gov/protein/QQI07512.2?from=3857&amp;to=3939"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71318C9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CABF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68F0F6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"https://www.ncbi.nlm.nih.gov/protein/QQI07512.2?from=3940&amp;to=4137"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494EE45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ADC7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A08623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"https://www.ncbi.nlm.nih.gov/protein/QQI07512.2?from=4138&amp;to=4250"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6EAC155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CA4F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12893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"https://www.ncbi.nlm.nih.gov/protein/QQI07512.2?from=4251&amp;to=4389"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6C265D1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CD327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915B84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"https://www.ncbi.nlm.nih.gov/protein/QQI07512.2?from=4390&amp;to=5321"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join(13410..13436,13436..16204)</w:t>
      </w:r>
    </w:p>
    <w:p w14:paraId="314A51D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3319E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275502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"https://www.ncbi.nlm.nih.gov/protein/QQI07512.2?from=5322&amp;to=5922"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16205..18007</w:t>
      </w:r>
    </w:p>
    <w:p w14:paraId="299048C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F44A9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82D175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"https://www.ncbi.nlm.nih.gov/protein/QQI07512.2?from=5923&amp;to=6449"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18008..19588</w:t>
      </w:r>
    </w:p>
    <w:p w14:paraId="64E5AD9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04D4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FE22A3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"https://www.ncbi.nlm.nih.gov/protein/QQI07512.2?from=6450&amp;to=6795"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19589..20626</w:t>
      </w:r>
    </w:p>
    <w:p w14:paraId="527B208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BC81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B56F2A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"https://www.ncbi.nlm.nih.gov/protein/QQI07512.2?from=6796&amp;to=7093"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20627..21520</w:t>
      </w:r>
    </w:p>
    <w:p w14:paraId="01A8505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E880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B54278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"https://www.ncbi.nlm.nih.gov/nuccore/MW423686.2?from=243&amp;to=13451"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243..13451</w:t>
      </w:r>
    </w:p>
    <w:p w14:paraId="667DBF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F06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1253A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E1FFB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"https://www.ncbi.nlm.nih.gov/protein/1956756692"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QQI07513.2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06B7D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8C71F6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A0C6EA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9FE24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D403E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A5C8C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0150FE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0FE9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48E479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5C8C6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682EF2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81DC40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F5E2A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C04537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D03DF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89538A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AB5C2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FBE75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19E6C8E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5B606A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32A327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DF24D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F94769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D97353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E119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2AAAE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8F8DF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2EA6DD6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FDNLKTLLSLREVRAIKVFTTVDNINLHTQVVDMSMTYGQQFGPTYLDGADVTKIKPH</w:t>
      </w:r>
    </w:p>
    <w:p w14:paraId="5287B93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D8564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7573CF7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EA0B7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C710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D7901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EBFBAF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C7566D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EF6DAF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F39EFD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CB316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4D6C345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B218ED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17139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FC8FE7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CD5DC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374A9A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D9DC79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8FE7D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61D2C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833073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8A8B44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B18E5D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535CE4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C3778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727BF1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6ADBCE9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D9272B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648B9D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6F0F412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74273C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0B600B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EB4A33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2E70F3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54053E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FE090E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524A8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A544BD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EED74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6A401A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1CE1183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MLDNRATLQAIASEFSSLPSYAAFATAQEAYERAVANGDSEVVLKKLKKSLNVAKSEF</w:t>
      </w:r>
    </w:p>
    <w:p w14:paraId="026B1C6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22D38C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7BE87F0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15DA0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FF3BAA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44B89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0D7A9C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C97F58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CB3208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"https://www.ncbi.nlm.nih.gov/protein/QQI07513.2?from=1&amp;to=180"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5EF37E6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551C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45FB5D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"https://www.ncbi.nlm.nih.gov/protein/QQI07513.2?from=181&amp;to=818"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66CE90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8E4B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704613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"https://www.ncbi.nlm.nih.gov/protein/QQI07513.2?from=819&amp;to=2763"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2697..8531</w:t>
      </w:r>
    </w:p>
    <w:p w14:paraId="7E13A20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3BAEF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B55F5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"https://www.ncbi.nlm.nih.gov/protein/QQI07513.2?from=2764&amp;to=3263"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8532..10031</w:t>
      </w:r>
    </w:p>
    <w:p w14:paraId="0717DD0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88485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C4CEF4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"https://www.ncbi.nlm.nih.gov/protein/QQI07513.2?from=3264&amp;to=3569"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10032..10949</w:t>
      </w:r>
    </w:p>
    <w:p w14:paraId="6E853CC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A90E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1153D9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"https://www.ncbi.nlm.nih.gov/protein/QQI07513.2?from=3570&amp;to=3856"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10950..11810</w:t>
      </w:r>
    </w:p>
    <w:p w14:paraId="06E89DA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3DFD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DDFC7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"https://www.ncbi.nlm.nih.gov/protein/QQI07513.2?from=3857&amp;to=3939"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11811..12059</w:t>
      </w:r>
    </w:p>
    <w:p w14:paraId="712C1D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A6C2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7930D8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"https://www.ncbi.nlm.nih.gov/protein/QQI07513.2?from=3940&amp;to=4137"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12060..12653</w:t>
      </w:r>
    </w:p>
    <w:p w14:paraId="4F7A97D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20A60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8DD22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"https://www.ncbi.nlm.nih.gov/protein/QQI07513.2?from=4138&amp;to=4250"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12654..12992</w:t>
      </w:r>
    </w:p>
    <w:p w14:paraId="53C3EE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DC12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D817B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"https://www.ncbi.nlm.nih.gov/protein/QQI07513.2?from=4251&amp;to=4389"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12993..13409</w:t>
      </w:r>
    </w:p>
    <w:p w14:paraId="1F1193F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65C96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EBBB5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"https://www.ncbi.nlm.nih.gov/protein/QQI07513.2?from=4390&amp;to=4402"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13410..13448</w:t>
      </w:r>
    </w:p>
    <w:p w14:paraId="7D7E294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1A37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5E9DC7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"https://www.ncbi.nlm.nih.gov/nuccore/MW423686.2?from=13444&amp;to=13471"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13444..13471</w:t>
      </w:r>
    </w:p>
    <w:p w14:paraId="47BA691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5D636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ABA4E8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863D6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"https://www.ncbi.nlm.nih.gov/nuccore/MW423686.2?from=13456&amp;to=13510"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13456..13510</w:t>
      </w:r>
    </w:p>
    <w:p w14:paraId="0936576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45EC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C74563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1BC9E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"https://www.ncbi.nlm.nih.gov/nuccore/MW423686.2?from=21531&amp;to=25343"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21531..25343</w:t>
      </w:r>
    </w:p>
    <w:p w14:paraId="431E7C6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97B6E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"https://www.ncbi.nlm.nih.gov/nuccore/MW423686.2?from=21531&amp;to=25343"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21531..25343</w:t>
      </w:r>
    </w:p>
    <w:p w14:paraId="6E500E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03B2F3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8FAE1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816A96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"https://www.ncbi.nlm.nih.gov/protein/1956756693"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QQI07514.2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6CE63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4C804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SSVLHSTQDLFLPFFSNVTWFHAISGTNGTKRFDNPVLPFNDGVYFASTEKSNIIRGW</w:t>
      </w:r>
    </w:p>
    <w:p w14:paraId="1872B0A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IFGTTLDSKTQSLLIVNNATNVVIKVCEFQFCNDPFLGVYHKNNKSWMESEFRVYSSA</w:t>
      </w:r>
    </w:p>
    <w:p w14:paraId="02EEB58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1AB5E55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F2CEFE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9FCA7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3CAAC66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YADSFVIRGDEVRQIAPGQTGKIADYNYKLPDDFTGCVIAWNSNNLDSKVGGNYNYLY</w:t>
      </w:r>
    </w:p>
    <w:p w14:paraId="7E8B502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RLFRKSNLKPFERDISTEIYQAGSTPCNGVEGFNCYFPLQSYGFQPTYGVGYQPYRVV</w:t>
      </w:r>
    </w:p>
    <w:p w14:paraId="418F2BC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C9061D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DDTTDAVRDPQTLEILDITPCSFGGVSVITPGTNTSNQVAVLYQGVNCTEVPVAIHAD</w:t>
      </w:r>
    </w:p>
    <w:p w14:paraId="3A0747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QLTPTWRVYSTGSNVFQTRAGCLIGAEHVNNSYECDIPIGAGICASYQTQTNSHRRAR</w:t>
      </w:r>
    </w:p>
    <w:p w14:paraId="445F5DD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SVASQSIIAYTMSLGAENSVAYSNNSIAIPINFTISVTTEILPVSMTKTSVDCTMYIC</w:t>
      </w:r>
    </w:p>
    <w:p w14:paraId="199FB58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1F04E81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A49B77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90F3D2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78A99F2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VLNDILARLDKVEAEVQIDRLITGRLQSLQTYVTQQLIRAAEIRASANLAATKMSECV</w:t>
      </w:r>
    </w:p>
    <w:p w14:paraId="1E4AF4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C9B7CE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EGVFVSNGTHWFVTQRNFYEPQIITTHNTFVSGNCDVVIGIVNNTVYDPLQPELDSFK</w:t>
      </w:r>
    </w:p>
    <w:p w14:paraId="3412A08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9A4236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8EEABD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742276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"https://www.ncbi.nlm.nih.gov/nuccore/MW423686.2?from=25352&amp;to=26179"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25352..26179</w:t>
      </w:r>
    </w:p>
    <w:p w14:paraId="7FEE4FE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7CB85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"https://www.ncbi.nlm.nih.gov/nuccore/MW423686.2?from=25352&amp;to=26179"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25352..26179</w:t>
      </w:r>
    </w:p>
    <w:p w14:paraId="6FB9F1C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7DFE7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B990A7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932E67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"https://www.ncbi.nlm.nih.gov/protein/1951524132"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QQI07515.1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BF893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F00E3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02AF0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A51003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081A30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8574E9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"https://www.ncbi.nlm.nih.gov/nuccore/MW423686.2?from=26204&amp;to=26431"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26204..26431</w:t>
      </w:r>
    </w:p>
    <w:p w14:paraId="186E6F3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FAD621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"https://www.ncbi.nlm.nih.gov/nuccore/MW423686.2?from=26204&amp;to=26431"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26204..26431</w:t>
      </w:r>
    </w:p>
    <w:p w14:paraId="1998EB0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A7D457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DE722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CDCAB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QQI07516.1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E676B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3B65391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4B6BA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"https://www.ncbi.nlm.nih.gov/nuccore/MW423686.2?from=26482&amp;to=27150"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26482..27150</w:t>
      </w:r>
    </w:p>
    <w:p w14:paraId="296D2EF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CAFC95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"https://www.ncbi.nlm.nih.gov/nuccore/MW423686.2?from=26482&amp;to=27150"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26482..27150</w:t>
      </w:r>
    </w:p>
    <w:p w14:paraId="5ECCFC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0D320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441F0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26791F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"https://www.ncbi.nlm.nih.gov/protein/1951524134"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QQI07517.1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5831B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7478D45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5A76B55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16C8C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02076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8660C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"https://www.ncbi.nlm.nih.gov/nuccore/MW423686.2?from=27161&amp;to=27346"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27161..27346</w:t>
      </w:r>
    </w:p>
    <w:p w14:paraId="5E0BEF5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AE8C7E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"https://www.ncbi.nlm.nih.gov/nuccore/MW423686.2?from=27161&amp;to=27346"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27161..27346</w:t>
      </w:r>
    </w:p>
    <w:p w14:paraId="1F48A0D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04FF28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17563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85378E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"https://www.ncbi.nlm.nih.gov/protein/1956756694"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QQI07518.2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516E7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068D9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67297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"https://www.ncbi.nlm.nih.gov/nuccore/MW423686.2?from=27353&amp;to=27718"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27353..27718</w:t>
      </w:r>
    </w:p>
    <w:p w14:paraId="352E95D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36F0A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"https://www.ncbi.nlm.nih.gov/nuccore/MW423686.2?from=27353&amp;to=27718"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27353..27718</w:t>
      </w:r>
    </w:p>
    <w:p w14:paraId="71BA520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EA25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8B306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71BBAB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QQI07519.1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D68AD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A99592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7FF3C5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5B9938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"https://www.ncbi.nlm.nih.gov/nuccore/MW423686.2?from=27715&amp;to=27846"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27715..27846</w:t>
      </w:r>
    </w:p>
    <w:p w14:paraId="5B5E04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0D033A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"https://www.ncbi.nlm.nih.gov/nuccore/MW423686.2?from=27715&amp;to=27846"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27715..27846</w:t>
      </w:r>
    </w:p>
    <w:p w14:paraId="0E5AA88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700C7A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F7D50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5B4C12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"https://www.ncbi.nlm.nih.gov/protein/1951524137"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QQI07520.1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625A1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2281B2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"https://www.ncbi.nlm.nih.gov/nuccore/MW423686.2?from=27853&amp;to=27933"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27853..27933</w:t>
      </w:r>
    </w:p>
    <w:p w14:paraId="37A64A0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1721A5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"https://www.ncbi.nlm.nih.gov/nuccore/MW423686.2?from=27853&amp;to=27933"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27853..27933</w:t>
      </w:r>
    </w:p>
    <w:p w14:paraId="1168B5B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90F5B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41F9F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/product="truncated ORF8 protein"</w:t>
      </w:r>
    </w:p>
    <w:p w14:paraId="472042C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"https://www.ncbi.nlm.nih.gov/protein/1951524138"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QQI07521.1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AF1E1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/translation="MKFLVFLGIITTVAAFHQECSLQSCT"</w:t>
      </w:r>
    </w:p>
    <w:p w14:paraId="482248F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"https://www.ncbi.nlm.nih.gov/nuccore/MW423686.2?from=28233&amp;to=29492"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28233..29492</w:t>
      </w:r>
    </w:p>
    <w:p w14:paraId="6656528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A89EE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"https://www.ncbi.nlm.nih.gov/nuccore/MW423686.2?from=28233&amp;to=29492"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28233..29492</w:t>
      </w:r>
    </w:p>
    <w:p w14:paraId="17E4843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B127B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4C98D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490BE1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"https://www.ncbi.nlm.nih.gov/protein/1951524139"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QQI07522.1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D912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/translation="MSLNGPQNQRNAPRITFGGPSDSTGSNQNGERSGARSKQRRPQG</w:t>
      </w:r>
    </w:p>
    <w:p w14:paraId="1599686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947579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0F9093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CE33B0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LALLLLDRLNQLESKMFGKGQQQQGQTVTKKSAAEASKKPRQKRTATKAYNVTQAFGR</w:t>
      </w:r>
    </w:p>
    <w:p w14:paraId="645C504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480F6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22845C3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4AD245C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"https://www.ncbi.nlm.nih.gov/nuccore/MW423686.2?from=29517&amp;to=29633"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29517..29633</w:t>
      </w:r>
    </w:p>
    <w:p w14:paraId="7FCBCC0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5F99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"https://www.ncbi.nlm.nih.gov/nuccore/MW423686.2?from=29517&amp;to=29633"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29517..29633</w:t>
      </w:r>
    </w:p>
    <w:p w14:paraId="168876E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45B57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5039C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45C5581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"https://www.ncbi.nlm.nih.gov/protein/1951524140"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QQI07523.1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D056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999DDC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"https://www.ncbi.nlm.nih.gov/nuccore/MW423686.2?from=29568&amp;to=29603"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29568..29603</w:t>
      </w:r>
    </w:p>
    <w:p w14:paraId="7EDEC8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C77D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3239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"https://www.ncbi.nlm.nih.gov/nuccore/MW423686.2?from=29588&amp;to=29616"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29588..29616</w:t>
      </w:r>
    </w:p>
    <w:p w14:paraId="3CE6119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3EBB4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A38DA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"https://www.ncbi.nlm.nih.gov/nuccore/MW423686.2?from=29687&amp;to=29727" </w:instrTex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5457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29687..29727</w:t>
      </w:r>
    </w:p>
    <w:p w14:paraId="237EFB7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982DB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C39143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423686.2"/>
      <w:bookmarkEnd w:id="4"/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gtaacaaacc aaccaacttt cgatctcttg tagatctgtt ctctaaacga actttaaaat</w:t>
      </w:r>
    </w:p>
    <w:p w14:paraId="04C82EB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ctgtgtggct gtcactcggc tgcatgctta gtgcactcac gcagtataat taataactaa</w:t>
      </w:r>
    </w:p>
    <w:p w14:paraId="0EB3C0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ttactgtcgt tgacaggaca cgagtaactc gtctatcttc tgcaggctgc ttacggtttc</w:t>
      </w:r>
    </w:p>
    <w:p w14:paraId="20F5482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gtccgtgttg cagccgatca tcagcacatc taggttttgt ccgggtgtga ccgaaaggta</w:t>
      </w:r>
    </w:p>
    <w:p w14:paraId="7CDEF7C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agatggagag ccttgtccct ggtttcaacg agaaaacaca cgtccaactc agtttgcctg</w:t>
      </w:r>
    </w:p>
    <w:p w14:paraId="10D4A32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ttttacaggt tcgcgacgtg ctcgtacgtg gctttggaga ctccgtggag gaggtcttat</w:t>
      </w:r>
    </w:p>
    <w:p w14:paraId="4883CD6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cagaggcacg tcaacatctt aaagatggca cttgtggctt agtagaagtt gaaaaaggcg</w:t>
      </w:r>
    </w:p>
    <w:p w14:paraId="036CF2F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ttttgcctca acttgaacag ccctatgtgt tcatcaaacg ttcggatgct cgaactgcac</w:t>
      </w:r>
    </w:p>
    <w:p w14:paraId="05B2C1A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ctcatggtca tgttatggtt gagctggtag cagaactcga aggcattcag tacggtcgta</w:t>
      </w:r>
    </w:p>
    <w:p w14:paraId="35BD0E0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gtggtgagac acttggtgtc cttgtccctc atgtgggcga aataccagtg gcttaccgca</w:t>
      </w:r>
    </w:p>
    <w:p w14:paraId="30CFBF8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aggttcttct tcgtaagaac ggtaataaag gagctggtgg ccatagttac ggcgccgatc</w:t>
      </w:r>
    </w:p>
    <w:p w14:paraId="2CF3F6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taaagtcatt tgacttaggc gacgagcttg gcactgatcc ttatgaagat tttcaagaaa</w:t>
      </w:r>
    </w:p>
    <w:p w14:paraId="263C30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actggaacac taaacatagc agtggtgtta cccgtgaact catgcgtgag cttaacggag</w:t>
      </w:r>
    </w:p>
    <w:p w14:paraId="6E2154D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gggcatacac tcgctatgtc gataacaact tctgtggccc tgatggctac cctcttgagt</w:t>
      </w:r>
    </w:p>
    <w:p w14:paraId="0FC1A91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gcattaaaga ccttctagca cgtgctggta aagcttcatg cactttgtct gaacaactgg</w:t>
      </w:r>
    </w:p>
    <w:p w14:paraId="13805BC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actttattga cactaagagg ggtgtatact gctgccgtga acatgagcat gaaattgctt</w:t>
      </w:r>
    </w:p>
    <w:p w14:paraId="3E4DB0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ggtacacgga acgttctgaa aagagctatg aattgcagac accttttgaa attaaattgg</w:t>
      </w:r>
    </w:p>
    <w:p w14:paraId="45700BC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caaagaaatt tgacaccttc aatggggaat gtccaaattt tgtatttccc ttaaattcca</w:t>
      </w:r>
    </w:p>
    <w:p w14:paraId="76809A6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taatcaagac tattcaacca agggttgaaa agaaaaagct tgatggcttt atgggtagaa</w:t>
      </w:r>
    </w:p>
    <w:p w14:paraId="3EB105D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ttcgatctgt ctatccagtt gcgtcaccaa atgaatgcaa ccaaatgtgc ctttcaactc</w:t>
      </w:r>
    </w:p>
    <w:p w14:paraId="283AC70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tcatgaagtg tgatcattgt ggtgaaactt catggcagac gggcgatttt gttaaagcca</w:t>
      </w:r>
    </w:p>
    <w:p w14:paraId="71F225E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cttgcgaatt ttgtggcact gagaatttga ctaaagaagg tgccactact tgtggttact</w:t>
      </w:r>
    </w:p>
    <w:p w14:paraId="71A5820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taccccaaaa tgctgttgtt aaaatttatt gtccagcatg tcacaattca gaagtaggac</w:t>
      </w:r>
    </w:p>
    <w:p w14:paraId="757B639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ctgagcatag tcttgccgaa taccataatg aatctggctt gaaaaccatt cttcgtaagg</w:t>
      </w:r>
    </w:p>
    <w:p w14:paraId="19A9B37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gtggtcgcac tattgccttt ggaggctgtg tgttctctta tgttggttgc cataacaagt</w:t>
      </w:r>
    </w:p>
    <w:p w14:paraId="1E55A01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gtgcctattg ggttccacgt gctagcgcta acataggttg taaccataca ggtgttgttg</w:t>
      </w:r>
    </w:p>
    <w:p w14:paraId="55EB420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gagaaggttc cgaaggtctt aatgacaacc ttcttgaaat actccaaaaa gagaaagtca</w:t>
      </w:r>
    </w:p>
    <w:p w14:paraId="3D5034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acatcaatat tgttggtgac tttaaactta atgaagagat cgccattatt ttggcatctt</w:t>
      </w:r>
    </w:p>
    <w:p w14:paraId="490089B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tttctgcttc cacaagtgct tttgtggaaa ctgtgaaagg tttggattat aaagcattca</w:t>
      </w:r>
    </w:p>
    <w:p w14:paraId="34AF066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aacaaattgt tgaatcctgt ggtaatttta aagttacaaa aggaaaagct aaaaaaggtg</w:t>
      </w:r>
    </w:p>
    <w:p w14:paraId="39961CC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cctggaatat tggtgaacag aaatcaatac tgagtcctct ttatgcattt gcatcagagg</w:t>
      </w:r>
    </w:p>
    <w:p w14:paraId="4EDAB2F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ctgctcgtgt tgtacgatca attttctccc gcactcttga aactgctcaa aattctgtgc</w:t>
      </w:r>
    </w:p>
    <w:p w14:paraId="3710A2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gtgttttaca gaaggccgct ataacaatac tagatggaat ttcacagtat tcactgagac</w:t>
      </w:r>
    </w:p>
    <w:p w14:paraId="142A2FC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tcattgatgc tatgatgttc acatctgatt tggctactaa caatctagtt gtaatggcct</w:t>
      </w:r>
    </w:p>
    <w:p w14:paraId="31789FB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acattacagg tggtgttgtt cagttgactt cgcagtggct aactaacatc tttggcactg</w:t>
      </w:r>
    </w:p>
    <w:p w14:paraId="7B93296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tttatgaaaa actcaaaccc gtccttgatt ggcttgaaga gaagtttaag gaaggtgtag</w:t>
      </w:r>
    </w:p>
    <w:p w14:paraId="57A962E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agtttcttag agacggttgg gaaattgtta aatttatctc aacctgtgct tgtgaaattg</w:t>
      </w:r>
    </w:p>
    <w:p w14:paraId="1843771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tcggtggaca aattgtcacc tgtgcaaagg aaattaagga gagtgttcag acattcttta</w:t>
      </w:r>
    </w:p>
    <w:p w14:paraId="6F3D1C1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agcttgtaaa taaatttttg gctttgtgtg ctgactctat cattattggt ggagctaaac</w:t>
      </w:r>
    </w:p>
    <w:p w14:paraId="166AF9D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ttaaagcctt gaatttaggt gaaacatttg tcacgcactc aaagggattg tacagaaagt</w:t>
      </w:r>
    </w:p>
    <w:p w14:paraId="210081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gtgttaaatc cagagaagaa actggcctac tcatgcctct aaaagcccca aaagaaatta</w:t>
      </w:r>
    </w:p>
    <w:p w14:paraId="2B86525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tcttcttaga gggagaaaca cttcccacag aagtgttaac agaggaagtt gtcttgaaaa</w:t>
      </w:r>
    </w:p>
    <w:p w14:paraId="5B11D8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ctggtgattt acaaccatta gaacaaccta ctagtgaagc tgttgaagct ccattggttg</w:t>
      </w:r>
    </w:p>
    <w:p w14:paraId="56AF759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gtacaccagt ttgtattaac gggcttatgt tgctcgaaat caaagacaca gaaaagtact</w:t>
      </w:r>
    </w:p>
    <w:p w14:paraId="243F266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gtgcccttgc acctaatatg atggtaacaa acaatacctt cacactcaaa ggcggtgcac</w:t>
      </w:r>
    </w:p>
    <w:p w14:paraId="25B1239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caacaaaggt tacttttggt gatgacactg tgatagaagt gcaaggttac aagagtgtga</w:t>
      </w:r>
    </w:p>
    <w:p w14:paraId="17B05B5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atatcacttt tgaacttgat gaaaggattg ataaagtact taatgagaag tgctctgcct</w:t>
      </w:r>
    </w:p>
    <w:p w14:paraId="63ABC9A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atacagttga actcggtaca gaagtaaatg agttcgcctg tgttgtggca gatgctgtca</w:t>
      </w:r>
    </w:p>
    <w:p w14:paraId="5063F15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taaaaacttt gcaaccagta tctgaattac ttacaccact gggcattgat ttagatgagt</w:t>
      </w:r>
    </w:p>
    <w:p w14:paraId="252EA97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ggagtatggc tacatactac ttatttgatg agtctggtga gtttaaattg gcttcacata</w:t>
      </w:r>
    </w:p>
    <w:p w14:paraId="0A2814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tgtattgttc tttttaccct ccagatgagg atgaagaaga aggtgattgt gaagaagaag</w:t>
      </w:r>
    </w:p>
    <w:p w14:paraId="3EADC72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agtttgagcc atcaactcaa tatgagtatg gtactgaaga tgattaccaa ggtaaacctt</w:t>
      </w:r>
    </w:p>
    <w:p w14:paraId="2BBEE8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tggaatttgg tgccacttct gctgctcttc aacctgaaga agagcaagaa gaagattggt</w:t>
      </w:r>
    </w:p>
    <w:p w14:paraId="55DC319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tagatgatga tagtcaacaa actgttggtc aacaagacgg cagtgaggac aatcagacaa</w:t>
      </w:r>
    </w:p>
    <w:p w14:paraId="7B66AA5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ctattattca aacaattgtt gaggttcaac ctcaattaga gatggaactt acaccagttg</w:t>
      </w:r>
    </w:p>
    <w:p w14:paraId="2CA1D8E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ttcagactat tgaagtgaat agttttagtg gttatttaaa acttactgac aatgtataca</w:t>
      </w:r>
    </w:p>
    <w:p w14:paraId="580B9F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ttaaaaatgc agacattgtg gaagaagcta aaaaggtaaa accaacagtg gttgttaatg</w:t>
      </w:r>
    </w:p>
    <w:p w14:paraId="50EE880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cagccaatgt ttaccttaaa catggaggag gtgttgcagg agccttaaat aaggctacta</w:t>
      </w:r>
    </w:p>
    <w:p w14:paraId="69E495E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acaatgccat gcaagttgaa tctgatgatt acatagctac taatggacca cttaaagtgg</w:t>
      </w:r>
    </w:p>
    <w:p w14:paraId="0157D5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gtggtagttg tgttttaagc ggacacaatc ttgctaaaca ctgtcttcat gttgtcggcc</w:t>
      </w:r>
    </w:p>
    <w:p w14:paraId="21AD130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caaatgttaa caaaggtgaa gacattcaac ttcttaagag tgcttatgaa aattttaatc</w:t>
      </w:r>
    </w:p>
    <w:p w14:paraId="07BF004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agcacgaagt tctacttgca ccattattat cagctggtat ttttggtgct gaccctatac</w:t>
      </w:r>
    </w:p>
    <w:p w14:paraId="457B87B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attctttaag agtttgtgta gatactgttc gcacaaatgt ctacttagct gtctttgata</w:t>
      </w:r>
    </w:p>
    <w:p w14:paraId="2F13463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aaaatctcta tgacaaactt gtttcaagct ttttggaaat gaagagtgaa aagcaagttg</w:t>
      </w:r>
    </w:p>
    <w:p w14:paraId="1179D1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aacaaaagat cgctgagatt cctaaagagg aagttaagcc atttataact gaaagtaaac</w:t>
      </w:r>
    </w:p>
    <w:p w14:paraId="096F77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cttcagttga acagagaaaa caagatgata agaaaatcaa agcttgtgtt gaagaagtta</w:t>
      </w:r>
    </w:p>
    <w:p w14:paraId="1459AC0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caacaactct ggaagaaact aagttcctca cagaaaactt gttactttat attgacatta</w:t>
      </w:r>
    </w:p>
    <w:p w14:paraId="4F2846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atggcaatct tcatccagat tctgccactc ttgttagtga cattgacatc actttcttaa</w:t>
      </w:r>
    </w:p>
    <w:p w14:paraId="571645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agaaagatgc tccatatata gtgggtgatg ttgttcaaga gggtgtttta actgctgtgg</w:t>
      </w:r>
    </w:p>
    <w:p w14:paraId="0C85D0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ttatacctac taaaaaggct ggtggcacta ctgaaatgct agcgaaagct ttgagaaaag</w:t>
      </w:r>
    </w:p>
    <w:p w14:paraId="04A2163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tgccaacaga caattatata accacttacc cgggtcaggg tttaaatggt tacactgtag</w:t>
      </w:r>
    </w:p>
    <w:p w14:paraId="593B38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aggaggcaaa gacagtgctt aaaaagtgta aaagtgcctt ttacattcta ccatctatta</w:t>
      </w:r>
    </w:p>
    <w:p w14:paraId="4FFC6EB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tctctaatga gaagcaagaa attcttggaa ctgtttcttg gaatttgcga gaaatgcttg</w:t>
      </w:r>
    </w:p>
    <w:p w14:paraId="222F79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cacatgcaga agaaacacgc aaattaatgc ctgtctgtgt ggaaactaaa gccatagttt</w:t>
      </w:r>
    </w:p>
    <w:p w14:paraId="1260B73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caactataca gcgtaaatat aagggtatta aaatacaaga gggtgtggtt gattatggtg</w:t>
      </w:r>
    </w:p>
    <w:p w14:paraId="2360A71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ctagatttta cttttacacc agtaaaacaa ctgtagcgtc acttatcaac acacttaacg</w:t>
      </w:r>
    </w:p>
    <w:p w14:paraId="4DF72A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atctaaatga aactcttgtt acaatgccac ttggctatgt aacacatggc ttaaatttgg</w:t>
      </w:r>
    </w:p>
    <w:p w14:paraId="1E3291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aagaagctgc tcggtatatg agatctctca aagtgccagc tacagtttct gtttcttcac</w:t>
      </w:r>
    </w:p>
    <w:p w14:paraId="150D8BC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ctgatgctgt tacagcgtat aatggttatc ttacttcttc ttctaaaaca cctgaagaac</w:t>
      </w:r>
    </w:p>
    <w:p w14:paraId="43B8FB4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attttattga aaccatctca cttgctggtt cctataaaga ttggtcctat tctggacaat</w:t>
      </w:r>
    </w:p>
    <w:p w14:paraId="2A8CE1C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ctacacaact aggtatagaa tttcttaaga gaggtgataa aagtgtatat tacactagta</w:t>
      </w:r>
    </w:p>
    <w:p w14:paraId="79BD98D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atcctaccac attccaccta gatggtgaag ttatcacctt tgacaatctt aagacacttc</w:t>
      </w:r>
    </w:p>
    <w:p w14:paraId="799CF68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tttctttgag agaagtgagg gctattaagg tgtttacaac agtagacaac attaacctcc</w:t>
      </w:r>
    </w:p>
    <w:p w14:paraId="15AB4A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acacgcaagt tgtggacatg tcaatgacat atggacaaca gtttggtcca acttatttgg</w:t>
      </w:r>
    </w:p>
    <w:p w14:paraId="675CA5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atggagctga tgttactaaa ataaaacctc ataattcaca tgaaggtaaa acattttatg</w:t>
      </w:r>
    </w:p>
    <w:p w14:paraId="6841BF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ttttacctaa tgatgacact ctacgtgttg aggcttttga gtactaccac acaactgatc</w:t>
      </w:r>
    </w:p>
    <w:p w14:paraId="3D54BBD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ctagttttct gggtaggtac atgtcagcat taaatcacac taaaaagtgg aaatacccac</w:t>
      </w:r>
    </w:p>
    <w:p w14:paraId="76B83E1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aagttaatgg tttaacttct attaaatggg cagataacaa ctgttatctt gccactgcat</w:t>
      </w:r>
    </w:p>
    <w:p w14:paraId="1533D22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tgttaacact ccaacaaata gagttgaagt ttaatccacc tgctctacaa gatgcttatt</w:t>
      </w:r>
    </w:p>
    <w:p w14:paraId="0011E02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acagagcaag ggctggtgaa gctgataact tttgtgcact tatcttagcc tactgtaata</w:t>
      </w:r>
    </w:p>
    <w:p w14:paraId="48D05A8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agacagtagg tgagttaggt gatgttagag aaacaatgag ttacttgttt caacatgcca</w:t>
      </w:r>
    </w:p>
    <w:p w14:paraId="7C2D051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atttagattc ttgcaaaaga gtcttgaacg tggtgtgtaa aacttgtgga caacagcaga</w:t>
      </w:r>
    </w:p>
    <w:p w14:paraId="662A39D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caacccttaa gggtgtagaa gctgttatgt acatgggcac actttcttat gaacaattta</w:t>
      </w:r>
    </w:p>
    <w:p w14:paraId="7CFA0D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agaaaggtgt tcagatacct tgtacgtgtg gtaaacaagc tacaaaatat ctagtacaac</w:t>
      </w:r>
    </w:p>
    <w:p w14:paraId="1FEB898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aggagtcacc ttttgttatg atgtcagcac cacctgctca gtatgaactt aagcatggta</w:t>
      </w:r>
    </w:p>
    <w:p w14:paraId="2A06E3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catttacttg tgctagtgag tacactggta attaccagtg tggtcactat aaacatataa</w:t>
      </w:r>
    </w:p>
    <w:p w14:paraId="655EAD7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cttctaaaga aactttgtat tgcatagacg gtgctttact tacaaagtcc tcagaataca</w:t>
      </w:r>
    </w:p>
    <w:p w14:paraId="7C3218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aaggtcctat tacggatgtt ttctacaaag aaaacagtta cacaacaacc ataaaaccag</w:t>
      </w:r>
    </w:p>
    <w:p w14:paraId="28DE33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ttacttataa attggatggt gttgtttgta cagaaattga ccctaagttg gacaattatt</w:t>
      </w:r>
    </w:p>
    <w:p w14:paraId="6F5C566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ataagaaaga caattcttat tttacagagc aaccaattga tcttgtacca aaccaaccat</w:t>
      </w:r>
    </w:p>
    <w:p w14:paraId="446C5A7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atccaaacgc aagcttcgat aattttaagt ttgtatgtga taatatcaaa tttgctgatg</w:t>
      </w:r>
    </w:p>
    <w:p w14:paraId="0BD7F43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atttaaacca gttaactggt tataagaaac ctgcttcaag agagcttaaa gttacatttt</w:t>
      </w:r>
    </w:p>
    <w:p w14:paraId="76C1433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tccctgactt aaatggtgat gtggtggcta ttgattataa acactacaca ccctctttta</w:t>
      </w:r>
    </w:p>
    <w:p w14:paraId="6F3C6F4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agaaaggagc taaattgtta cataaaccta ttgtttggca tgttaacaat gcaactaata</w:t>
      </w:r>
    </w:p>
    <w:p w14:paraId="7C857F4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aagccacgta taaaccaaat acctggtgta tacgttgtct ttggagcaca aaaccagttg</w:t>
      </w:r>
    </w:p>
    <w:p w14:paraId="286FF50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aaacatcaaa ttcgtttgat gtactgaagt cagaggacgc gcagggaatg gataatcttg</w:t>
      </w:r>
    </w:p>
    <w:p w14:paraId="6A18A0C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cctgcgaaga tctaaaacca gtctctgaag aagtagtgga aaatcctacc atacagaaag</w:t>
      </w:r>
    </w:p>
    <w:p w14:paraId="4DDBEC5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acgttcttga gtgtaatgtg aaaactaccg aagttgtagg agacattata cttaaaccag</w:t>
      </w:r>
    </w:p>
    <w:p w14:paraId="0905E8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caaataatag tttaaaaatt acagaagagg ttggccacac agatctaatg gctgcttatg</w:t>
      </w:r>
    </w:p>
    <w:p w14:paraId="42AE662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tagacaattc tagtcttact attaagaaac ctaatgaatt atctagagta ttaggtttga</w:t>
      </w:r>
    </w:p>
    <w:p w14:paraId="3791FA9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aaacccttgc tactcatggt ttagctgctg ttaatagtgt cccttgggat actatagcta</w:t>
      </w:r>
    </w:p>
    <w:p w14:paraId="7647B94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attatgctaa gccttttctt aacaaagttg ttagtacaac tactaacata gttacacggt</w:t>
      </w:r>
    </w:p>
    <w:p w14:paraId="389B3EF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gtttaaaccg tgtttgtact aattatatgc cttatttctt tactttattg ctacaattgt</w:t>
      </w:r>
    </w:p>
    <w:p w14:paraId="36CA8A4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gtacttttac tagaagtaca aattctagaa ttaaagcatc tatgccgact actatagcaa</w:t>
      </w:r>
    </w:p>
    <w:p w14:paraId="1327A0C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agaatactgt taagagtgtc ggtaaatttt gtctagaggc ttcatttaat tatttgaagt</w:t>
      </w:r>
    </w:p>
    <w:p w14:paraId="724EF99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cacctaattt ttctaaactg ataaatatta caatttggtt tttactatta agtgtttgcc</w:t>
      </w:r>
    </w:p>
    <w:p w14:paraId="5AC9B16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taggttcttt aatctactca accgctgctt taggtgtttt aatgtctaat ttaggcatgc</w:t>
      </w:r>
    </w:p>
    <w:p w14:paraId="06A89C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cttcttactg tactggttac agagaaggct atttgaactc tactaatgtc actattgcaa</w:t>
      </w:r>
    </w:p>
    <w:p w14:paraId="0D946E7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cctactgtac tggttctata ccttgtagtg tttgtcttag tggtttagat tctttagaca</w:t>
      </w:r>
    </w:p>
    <w:p w14:paraId="125FA19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cctatccttc tttagaaact atacaaatta ccatttcatc ttttaaatgg gatttaactg</w:t>
      </w:r>
    </w:p>
    <w:p w14:paraId="79C681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cttttggctt agttgcagag tggtttttgg catatattct tttcactagg tttttctatg</w:t>
      </w:r>
    </w:p>
    <w:p w14:paraId="4F5E658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tacttggatt ggctgcaatc atgcaattgt ttttcagcta ttttgcagta cattttatta</w:t>
      </w:r>
    </w:p>
    <w:p w14:paraId="736A505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gtaattcttg gcttatgtgg ttaataatta atcttgtaca aatggccccg atttcagcta</w:t>
      </w:r>
    </w:p>
    <w:p w14:paraId="509951C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tggttagaat gtacatcttc tttgcatcat tttattatgt atggaaaagt tatgtgcatg</w:t>
      </w:r>
    </w:p>
    <w:p w14:paraId="24E32B6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ttgtagacgg ttgtaattca tcaacttgta tgatgtgtta caaacgtaat agagcaacaa</w:t>
      </w:r>
    </w:p>
    <w:p w14:paraId="3A055F7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gagtcgaatg tacaactatt gttaatggtg ttagaaggtc cttttatgtc tatgctaatg</w:t>
      </w:r>
    </w:p>
    <w:p w14:paraId="7B2C4FE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gaggtaaagg cttttgcaaa ctacacaatt ggaattgtgt taattgtgat acattctgtg</w:t>
      </w:r>
    </w:p>
    <w:p w14:paraId="6E01BAB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ctggtagtac atttattagt gatgaagttg cgagagactt gtcactacag tttaaaagac</w:t>
      </w:r>
    </w:p>
    <w:p w14:paraId="5365C77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caataaatcc tactgaccag tcttcttaca tcgttgatag tgttacagtg aagaatggtt</w:t>
      </w:r>
    </w:p>
    <w:p w14:paraId="02A2F6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ccatccatct ttactttgat aaagctggtc aaaagactta tgaaagacat tctctctctc</w:t>
      </w:r>
    </w:p>
    <w:p w14:paraId="40E0222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attttgttaa cttagacaac ctgagagcta ataacactaa aggttcattg cctattaatg</w:t>
      </w:r>
    </w:p>
    <w:p w14:paraId="7189F6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ttatagtttt tgatggtaaa tcaaaatgtg aagaatcatc tgcaaaatca gcgtctgttt</w:t>
      </w:r>
    </w:p>
    <w:p w14:paraId="54BBB0A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actacagtca gcttatgtgt caacctatac tgttactaga tcaggcatta gtgtctgatg</w:t>
      </w:r>
    </w:p>
    <w:p w14:paraId="3F75FE0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ttggtgatag tgcggaagtt gcagttaaaa tgtttgatgc ttacgttaat acgttttcat</w:t>
      </w:r>
    </w:p>
    <w:p w14:paraId="2C9ED47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caacttttaa cgtaccaatg gaaaaactca aaacactagt tgcaactgca gaagctgaac</w:t>
      </w:r>
    </w:p>
    <w:p w14:paraId="644AB4F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ttgcaaagaa tgtgtcctta gacaatgtct tatctacttt tatttcagca gctcggcaag</w:t>
      </w:r>
    </w:p>
    <w:p w14:paraId="210D8E1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ggtttgttga ttcagatgta gaaactaaag atgttgttga atgtcttaaa ttgtcacatc</w:t>
      </w:r>
    </w:p>
    <w:p w14:paraId="20102B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aatctgacat agaagttact ggcgatagtt gtaataacta tatgctcacc tataacaaag</w:t>
      </w:r>
    </w:p>
    <w:p w14:paraId="276824E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ttgaaaacat gacaccccgt gaccttggtg cttgtattga ctgtagtgcg cgtcatatta</w:t>
      </w:r>
    </w:p>
    <w:p w14:paraId="615B727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atgcgcaggt agcaaaaagt cacaacattg ctttgatatg gaacgttaaa gatttcatgt</w:t>
      </w:r>
    </w:p>
    <w:p w14:paraId="0C4388A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cattgtctga acaactacga aaacaaatac gtagtgctgc taaaaagaat aacttacctt</w:t>
      </w:r>
    </w:p>
    <w:p w14:paraId="15DDB8A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ttaagttgac atgtgcaact actagacaag ttgttaatgt tgtaacaaca aagatagcac</w:t>
      </w:r>
    </w:p>
    <w:p w14:paraId="76016D3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ttaagggtgg taaaattgtt aataattggt tgaagcagtt aattaaagtt acacttgtgt</w:t>
      </w:r>
    </w:p>
    <w:p w14:paraId="2FC746D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tcctttttgt tgctgctatt ttctatttaa taacacctgt tcatgtcatg tctaaacata</w:t>
      </w:r>
    </w:p>
    <w:p w14:paraId="0AF6B0E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ctgacttttc aagtgaaatc ataggataca aggctattga tggtggtgtc actcgtgaca</w:t>
      </w:r>
    </w:p>
    <w:p w14:paraId="34ED6A3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tagcatctac agatacttgt tttgctaaca aacatgctga ttttgacaca tggtttagcc</w:t>
      </w:r>
    </w:p>
    <w:p w14:paraId="13112A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agcgtggtgg tagttatact aatgacaaag cttgcccatt gattgctgca gtcataacaa</w:t>
      </w:r>
    </w:p>
    <w:p w14:paraId="14A6E49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gagaagtggg ttttgtcgtg cctggtttgc ctggcacgat attacgcaca actaatggtg</w:t>
      </w:r>
    </w:p>
    <w:p w14:paraId="619C291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actttttgca tttcttacct agagttttta gtgcagttgg taacatctgt tacacaccat</w:t>
      </w:r>
    </w:p>
    <w:p w14:paraId="3EE0D54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caaaacttat agagtacact gactttgcaa catcagcttg tgttttggct gctgaatgta</w:t>
      </w:r>
    </w:p>
    <w:p w14:paraId="52621B8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caatttttaa agatgcttct ggtaagccag taccatattg ttatgatacc aatgtactag</w:t>
      </w:r>
    </w:p>
    <w:p w14:paraId="18C68F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aaggttctgt tgcttatgaa agtttacgcc ctgacacacg ttatgtgctc atggatggct</w:t>
      </w:r>
    </w:p>
    <w:p w14:paraId="1473D8C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ctattattca atttcctaac acctaccttg aaggttctgt tagagtggta acaacttttg</w:t>
      </w:r>
    </w:p>
    <w:p w14:paraId="3B5054C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attctgagta ctgtaggcac ggcacttgtg aaagatcaga agctggtgtt tgtgtatcta</w:t>
      </w:r>
    </w:p>
    <w:p w14:paraId="13D08A1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ctagtggtag atgggtactt aacaatgatt attacagatc tttaccagga gttttctgtg</w:t>
      </w:r>
    </w:p>
    <w:p w14:paraId="424E789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gtgtagatgc tgtaaattta cttactaata tgtttacacc actaattcaa cctattggtg</w:t>
      </w:r>
    </w:p>
    <w:p w14:paraId="5775D3D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ctttggacat atcagcatct atagtagctg gtggtattgt agctatcgta gtaacatgcc</w:t>
      </w:r>
    </w:p>
    <w:p w14:paraId="5E4D7A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ttgcctacta ttttatgagg tttagaagag cttttggtga atacagtcat gtagttgcct</w:t>
      </w:r>
    </w:p>
    <w:p w14:paraId="5D71FEC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ttaatacttt actattcctt atgtcattca ctgtactctg tttaacacca gtttactcat</w:t>
      </w:r>
    </w:p>
    <w:p w14:paraId="794753C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tcttacctgg tgtttattct gttatttact tgtacttgac attttatctt actaatgatg</w:t>
      </w:r>
    </w:p>
    <w:p w14:paraId="406705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tttctttttt agcacatatt cagtggatgg ttatgttcac acctttagta cctttctgga</w:t>
      </w:r>
    </w:p>
    <w:p w14:paraId="4B42C0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taacaattgc ttatatcatt tgtatttcca caaagcattt ctattggttc tttagtaatt</w:t>
      </w:r>
    </w:p>
    <w:p w14:paraId="5AE669B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acctaaagag acgtgtagtc tttaatggtg tttcctttag tacttttgaa gaagctgcgc</w:t>
      </w:r>
    </w:p>
    <w:p w14:paraId="547171A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tgtgcacctt tttgttaaat aaagaaatgt atctaaagtt gcgtagtgat gtgctattac</w:t>
      </w:r>
    </w:p>
    <w:p w14:paraId="1F2229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ctcttacgca atataataga tacttagctc tttataataa gtacaagtat tttagtggag</w:t>
      </w:r>
    </w:p>
    <w:p w14:paraId="7C9A1E9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caatggatac aactagctac agagaagctg cttgttgtca tctcgcaaag gctctcaatg</w:t>
      </w:r>
    </w:p>
    <w:p w14:paraId="3F93809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acttcagtaa ctcaggttct gatgttcttt accaaccacc acaaacctct atcacctcag</w:t>
      </w:r>
    </w:p>
    <w:p w14:paraId="18B8C12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ctgttttgca gagtggtttt agaaaaatgg cattcccatc tggtaaagtt gagggttgta</w:t>
      </w:r>
    </w:p>
    <w:p w14:paraId="02D6B3A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tggtacaagt aacttgtggt acaactacac ttaacggtct ttggcttgat gacgtagttt</w:t>
      </w:r>
    </w:p>
    <w:p w14:paraId="01B7209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actgtccaag acatgtgatc tgcacctctg aagacatgct taaccctaat tatgaagatt</w:t>
      </w:r>
    </w:p>
    <w:p w14:paraId="696A955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tactcattcg taagtctaat cataatttct tggtacaggc tggtaatgtt caactcaggg</w:t>
      </w:r>
    </w:p>
    <w:p w14:paraId="38F093A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ttattggaca ttctatgcaa aattgtgtac ttaagcttaa ggttgataca gccaatccta</w:t>
      </w:r>
    </w:p>
    <w:p w14:paraId="005C55F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agacacctaa gtataagttt gttcgcattc aaccaggaca gactttttca gtgttagctt</w:t>
      </w:r>
    </w:p>
    <w:p w14:paraId="7159B8D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gttacaatgg ttcaccatct ggtgtttacc aatgtgctat gaggcccaat ttcactatta</w:t>
      </w:r>
    </w:p>
    <w:p w14:paraId="1A151C7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agggttcatt ccttaatggt tcatgtggta gtgttggttt taacatagat tatgactgtg</w:t>
      </w:r>
    </w:p>
    <w:p w14:paraId="36F131E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tctctttttg ttacatgcac catatggaat taccaactgg agttcatgct ggcacagact</w:t>
      </w:r>
    </w:p>
    <w:p w14:paraId="5E13773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tagaaggtaa cttttatgga ccttttgttg acaggcaaac agcacaagca gctggtacgg</w:t>
      </w:r>
    </w:p>
    <w:p w14:paraId="2BD1DAE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acacaactat tacagttaat gttttagctt ggttgtacgc tgctgttata aatggagaca</w:t>
      </w:r>
    </w:p>
    <w:p w14:paraId="2CC7291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ggtggtttct caatcgattt accacaactc ttaatgactt taaccttgtg gctatgaagt</w:t>
      </w:r>
    </w:p>
    <w:p w14:paraId="6F80C73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acaattatga acctctaaca caagaccatg ttgacatact aggacctctt tctgctcaaa</w:t>
      </w:r>
    </w:p>
    <w:p w14:paraId="3A66D9E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ctggaattgc cgttttagat atgtgtgctt cattaaaaga attactgcaa aatggtatga</w:t>
      </w:r>
    </w:p>
    <w:p w14:paraId="16C3303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atggacgtac catattgggt agtgctttat tagaagatga atttacacct tttgatgttg</w:t>
      </w:r>
    </w:p>
    <w:p w14:paraId="591E778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ttagacaatg ctcaggtgtt actttccaaa gtgcagtgaa aagaacaatc aagggtacac</w:t>
      </w:r>
    </w:p>
    <w:p w14:paraId="00DBD74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accactggtt gttactcaca attttgactt cacttttagt tttagtccag agtactcaat</w:t>
      </w:r>
    </w:p>
    <w:p w14:paraId="0CDD72F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ggtctttgtt cttttttttg tatgaaaatg cctttttacc ttttgctatg ggtattattg</w:t>
      </w:r>
    </w:p>
    <w:p w14:paraId="26912B5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ctatgtctgc ttttgcaatg atgtttgtca aacataagca tgcatttctc tgtttgtttt</w:t>
      </w:r>
    </w:p>
    <w:p w14:paraId="2A39001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tgttaccttc tcttgccact gtagcttatt ttaatatggt ctatatgcct gctagttggg</w:t>
      </w:r>
    </w:p>
    <w:p w14:paraId="67C438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tgatgcgtat tatgacatgg ttggatatgg ttgatactag tttgaagcta aaagactgtg</w:t>
      </w:r>
    </w:p>
    <w:p w14:paraId="6DAF981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ttatgtatgc atcagctgta gtgttactaa tccttatgac agcaagaact gtgtatgatg</w:t>
      </w:r>
    </w:p>
    <w:p w14:paraId="046A13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atggtgctag gagagtgtgg acacttatga atgtcttgac actcgtttat aaagtttatt</w:t>
      </w:r>
    </w:p>
    <w:p w14:paraId="7483A6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atggtaatgc tttagatcaa gccatttcca tgtgggctct tataatctct gttacttcta</w:t>
      </w:r>
    </w:p>
    <w:p w14:paraId="798823F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actactcagg tgtagttaca actgtcatgt ttttggccag aggtattgtt tttatgtgtg</w:t>
      </w:r>
    </w:p>
    <w:p w14:paraId="76D9742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ttgagtattg ccctattttc ttcataactg gtaatacact tcagtgtata atgctagttt</w:t>
      </w:r>
    </w:p>
    <w:p w14:paraId="0F49F4E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attgtttctt aggctatttt tgtacttgtt actttggcct cttttgttta ctcaaccgct</w:t>
      </w:r>
    </w:p>
    <w:p w14:paraId="2344273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actttagact gactcttggt gtttatgatt acttagtttc tacacaggag tttagatata</w:t>
      </w:r>
    </w:p>
    <w:p w14:paraId="08A0594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tgaattcaca gggactactc ccacccaaga atagcataga tgccttcaaa ctcaacatta</w:t>
      </w:r>
    </w:p>
    <w:p w14:paraId="0A8D771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aattgttggg tgttggtggc aaaccttgta tcaaagtagc cactgtacag tctaaaatgt</w:t>
      </w:r>
    </w:p>
    <w:p w14:paraId="701DC08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cagatgtaaa gtgcacatca gtagtcttac tctcagtttt gcaacaactc agagtagaat</w:t>
      </w:r>
    </w:p>
    <w:p w14:paraId="407111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catcatctaa attgtgggct caatgtgtcc agttacacaa tgacattctc ttagctaaag</w:t>
      </w:r>
    </w:p>
    <w:p w14:paraId="4CC0110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atactactga agcctttgaa aaaatggttt cactactttc tgttttgctt tccatgcagg</w:t>
      </w:r>
    </w:p>
    <w:p w14:paraId="7F5B45E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gtgctgtaga cataaacaag ctttgtgaag aaatgctgga caacagggca accttacaag</w:t>
      </w:r>
    </w:p>
    <w:p w14:paraId="6B95F73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ctatagcctc agagtttagt tcccttccat catatgcagc ttttgctact gctcaagaag</w:t>
      </w:r>
    </w:p>
    <w:p w14:paraId="73394D9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cttatgagcg ggctgttgct aatggtgatt ctgaagttgt tcttaaaaag ttgaagaagt</w:t>
      </w:r>
    </w:p>
    <w:p w14:paraId="7862B9F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ctttgaatgt ggctaaatct gaatttgacc gtgatgcagc catgcaacgt aagttggaaa</w:t>
      </w:r>
    </w:p>
    <w:p w14:paraId="7E858C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agatggctga tcaagctatg acccaaatgt ataaacaggc tagatctgag gacaagaggg</w:t>
      </w:r>
    </w:p>
    <w:p w14:paraId="645CAB0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caaaagttac tagtgctatg cagacaatgc ttttcactat gcttagaaag ttggataatg</w:t>
      </w:r>
    </w:p>
    <w:p w14:paraId="5219B61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atgcactcaa caacattatc aacaatgcaa gagatggttg tgttcccttg aacataatac</w:t>
      </w:r>
    </w:p>
    <w:p w14:paraId="3F6C1B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ctcttacaac agcagccaaa ctaatggttg tcataccaga ctataacaca tataaaaata</w:t>
      </w:r>
    </w:p>
    <w:p w14:paraId="3158808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cgtgtgatgg tacaacattt acttatgcat cagcattgtg ggaaatccaa caggttgtag</w:t>
      </w:r>
    </w:p>
    <w:p w14:paraId="2B466FF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atgcagatag taaaattgtt caacttagtg aaattagtat ggacaattca cctaatttag</w:t>
      </w:r>
    </w:p>
    <w:p w14:paraId="48430D4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catggcctct tattgtaaca gctttaaggg ccaattctgc tgtcaaatta cagaataatg</w:t>
      </w:r>
    </w:p>
    <w:p w14:paraId="4F6265B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agcttagtcc tgttgcacta cgacagatgt cttgtgctgc cggtactaca caaactgctt</w:t>
      </w:r>
    </w:p>
    <w:p w14:paraId="0CE50B6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gcactgatga caatgcgtta gcttactaca acacaacaaa gggaggtagg tttgtacttg</w:t>
      </w:r>
    </w:p>
    <w:p w14:paraId="49F333C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cactgttatc cgatttacag gatttgaaat gggctagatt ccctaagagt gatggaactg</w:t>
      </w:r>
    </w:p>
    <w:p w14:paraId="121720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gtactatcta tacagaactg gaaccacctt gtaggtttgt tacagacaca cctaaaggtc</w:t>
      </w:r>
    </w:p>
    <w:p w14:paraId="1C58168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ctaaagtgaa gtatttatac tttattaaag gattaaacaa cctaaataga ggtatggtac</w:t>
      </w:r>
    </w:p>
    <w:p w14:paraId="7A65AD8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ttggtagttt agctgccaca gtacgtctac aagctggtaa tgcaacagaa gtgcctgcca</w:t>
      </w:r>
    </w:p>
    <w:p w14:paraId="29BF2ED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attcaactgt attatctttc tgtgcttttg ctgtagatgc tgctaaagct tacaaagatt</w:t>
      </w:r>
    </w:p>
    <w:p w14:paraId="2674F8C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atctagctag tgggggacaa ccaatcacta attgtgttaa gatgttgtgt acacacactg</w:t>
      </w:r>
    </w:p>
    <w:p w14:paraId="70798C4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gtactggtca ggcaataaca gttacaccgg aagccaatat ggatcaagaa tcctttggtg</w:t>
      </w:r>
    </w:p>
    <w:p w14:paraId="0206E4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gtgcatcgtg ttgtctgtac tgccgttgcc acatagatca tccaaatcct aaaggatttt</w:t>
      </w:r>
    </w:p>
    <w:p w14:paraId="5D7C779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gtgacttaaa aggtaagtat gtacaaatac ctacaacttg tgctaatgac cctgtgggtt</w:t>
      </w:r>
    </w:p>
    <w:p w14:paraId="0B054D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ttacacttaa aaacacagtc tgtaccgtct gcggtatgtg gaaaggttat ggctgtagtt</w:t>
      </w:r>
    </w:p>
    <w:p w14:paraId="6583AFE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gtgatcaact ccgcgaaccc atgcttcagt cagctgatgc acaatcgttt ttaaacgggt</w:t>
      </w:r>
    </w:p>
    <w:p w14:paraId="08015C1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ttgcggtgta agtgcagccc gtcttacacc gtgcggcaca ggcactagta ctgatgtcgt</w:t>
      </w:r>
    </w:p>
    <w:p w14:paraId="37367FE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atacagggct tttgacatct acaatgataa agtagctggt tttgctaaat tcctaaaaac</w:t>
      </w:r>
    </w:p>
    <w:p w14:paraId="40D668F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taattgttgt cgcttccaag aaaaggacga agatgacaat ttaattgatt cttactttgt</w:t>
      </w:r>
    </w:p>
    <w:p w14:paraId="7C85723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agttaagaga cacactttct ctaactacca acatgaagaa acaatttata atttacttaa</w:t>
      </w:r>
    </w:p>
    <w:p w14:paraId="267C9C4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ggattgtcca gctgttgcta aacatgactt ctttaagttt agaatagacg gtgacatggt</w:t>
      </w:r>
    </w:p>
    <w:p w14:paraId="1584FF7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accacatata tcacgtcaac gtcttactaa atacacaatg gcagacctcg tctatgcttt</w:t>
      </w:r>
    </w:p>
    <w:p w14:paraId="2A49CC6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aaggcatttt gatgaaggta attgtgacac attaaaagaa atacttgtca catacaattg</w:t>
      </w:r>
    </w:p>
    <w:p w14:paraId="6C345B0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ttgtgatgat gattatttca ataaaaagga ctggtatgat tttgtagaaa acccagatat</w:t>
      </w:r>
    </w:p>
    <w:p w14:paraId="2F94BE7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attacgcgta tacgccaact taggtgaacg tgtacgccaa gctttgttaa aaacagtaca</w:t>
      </w:r>
    </w:p>
    <w:p w14:paraId="785B813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attctgtgat gccatgcgaa atgctggtat tgttggtgta ctgacattag ataatcaaga</w:t>
      </w:r>
    </w:p>
    <w:p w14:paraId="69791EB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tctcaatggt aactggtatg atttcggtga tttcatacaa accacgccag gtagtggagt</w:t>
      </w:r>
    </w:p>
    <w:p w14:paraId="669BC5D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tcctgttgta gattcttatt attcattgtt aatgcctata ttaaccttga ccagggcttt</w:t>
      </w:r>
    </w:p>
    <w:p w14:paraId="0100C86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aactgcagag tcacatgttg acactgactt aacaaagcct tacattaagt gggatttgtt</w:t>
      </w:r>
    </w:p>
    <w:p w14:paraId="161408D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aaaatatgac ttcacggaag agaggttaaa actctttgac cgttatttta aatattggga</w:t>
      </w:r>
    </w:p>
    <w:p w14:paraId="19A393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tcagacatac cacccaaatt gtgttaactg tttggatgac agatgcattc tgcattgtgc</w:t>
      </w:r>
    </w:p>
    <w:p w14:paraId="336AA65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aaactttaat gttttattct ctacagtgtt cccacttaca agttttggac cactagtgag</w:t>
      </w:r>
    </w:p>
    <w:p w14:paraId="1D7CE90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aaaaatattt gttgatggtg ttccatttgt agtttcaact ggataccact tcagagagct</w:t>
      </w:r>
    </w:p>
    <w:p w14:paraId="5C05A72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aggtgttgta cataatcagg atgtaaactt acatagctct agacttagtt ttaaggaatt</w:t>
      </w:r>
    </w:p>
    <w:p w14:paraId="5FEB267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acttgtgtat gctgctgacc ctgctatgca cgctgcttct ggtaatctat tactagataa</w:t>
      </w:r>
    </w:p>
    <w:p w14:paraId="5B2EFB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acgcactacg tgcttttcag tagctgcact tactaacaat gttgcttttc aaactgtcaa</w:t>
      </w:r>
    </w:p>
    <w:p w14:paraId="3479AC8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acctggtaat tttaacaaag acttctatga ctttgctgtg tctaagggtt tctttaagga</w:t>
      </w:r>
    </w:p>
    <w:p w14:paraId="3ADDB0D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aggaagttct gttgaattaa aacacttctt ctttgctcag gatggtaatg ctgctatcag</w:t>
      </w:r>
    </w:p>
    <w:p w14:paraId="65D5AEC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cgattatgac tactatcgtt ataatctacc aacaatgtgt gatatcagac aactactatt</w:t>
      </w:r>
    </w:p>
    <w:p w14:paraId="519EC22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tgtagttgaa gttgttgata agtactttga ttgttacgat ggtggctgta ttaatgctaa</w:t>
      </w:r>
    </w:p>
    <w:p w14:paraId="528A9B3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ccaagtcatc gtcaacaacc tagacaaatc agctggtttt ccatttaata aatggggtaa</w:t>
      </w:r>
    </w:p>
    <w:p w14:paraId="2A72944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ggctagactt tattatgatt caatgagtta tgaggatcaa gatgcacttt tcgcatatac</w:t>
      </w:r>
    </w:p>
    <w:p w14:paraId="08AE6FB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aaaacgtaat gtcatcccta ctataactca aatgaatctt aagtatgcca ttagtgcaaa</w:t>
      </w:r>
    </w:p>
    <w:p w14:paraId="26FF5FE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gaatagagct cgcaccgtag ctggtgtctc tatctgtagt actatgacca atagacagtt</w:t>
      </w:r>
    </w:p>
    <w:p w14:paraId="2E0EAD6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tcatcaaaaa ttattgaaat caatagccgc cactagagga gctactgtag taattggaac</w:t>
      </w:r>
    </w:p>
    <w:p w14:paraId="04203B9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aagcaaattc tatggtggtt ggcacaacat gttaaaaact gtttatagtg atgtagaaaa</w:t>
      </w:r>
    </w:p>
    <w:p w14:paraId="639BCA0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ccctcatctt atgggttggg attatcctaa atgtgataga gccatgccta acatgcttag</w:t>
      </w:r>
    </w:p>
    <w:p w14:paraId="6AA260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aattatggcc tcacttgttc ttgctcgcaa acatacaacg tgttgtagct tgtcacaccg</w:t>
      </w:r>
    </w:p>
    <w:p w14:paraId="724EE04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tttctataga ttagctaatg agtgtgctca agtattgagt gaaatggtca tgtgtggcgg</w:t>
      </w:r>
    </w:p>
    <w:p w14:paraId="56FEDB2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ttcactatat gttaaaccag gtggaacctc atcaggagat gccacaactg cttatgctaa</w:t>
      </w:r>
    </w:p>
    <w:p w14:paraId="0A2A85F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tagtgttttt aacatttgtc aagctgtcac ggccaatgtt aatgcacttt tatctactga</w:t>
      </w:r>
    </w:p>
    <w:p w14:paraId="1C61446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tggtaacaaa attgccgata agtatgtccg caatttacaa cacagacttt atgagtgtct</w:t>
      </w:r>
    </w:p>
    <w:p w14:paraId="5A8A9C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ctatagaaat agagatgttg acacagactt tgtgaatgag ttttacgcat atttgcgtaa</w:t>
      </w:r>
    </w:p>
    <w:p w14:paraId="12B04B3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acatttctca atgatgatac tctctgacga tgctgttgtg tgtttcaata gcacttatgc</w:t>
      </w:r>
    </w:p>
    <w:p w14:paraId="10412A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atctcaaggt ctagtggcta gcataaagaa ctttaagtca gttctttatt atcaaaacaa</w:t>
      </w:r>
    </w:p>
    <w:p w14:paraId="2F140DC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tgtttttatg tctgaagcaa aatgttggac tgagactgac cttactaaag gacctcatga</w:t>
      </w:r>
    </w:p>
    <w:p w14:paraId="2F618F8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attttgctct caacatacaa tgctagttaa acagggtgat gattatgtgt accttcctta</w:t>
      </w:r>
    </w:p>
    <w:p w14:paraId="4CCC91D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cccagatcca tcaagaatcc taggggccgg ctgttttgta gatgatatcg taaaaacaga</w:t>
      </w:r>
    </w:p>
    <w:p w14:paraId="5F032CA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tggtacactt atgattgaac ggttcgtgtc tttagctata gatgcttacc cacttactaa</w:t>
      </w:r>
    </w:p>
    <w:p w14:paraId="17D6180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acatcctaat caggagtatg ctgatgtctt tcatttgtac ttacaataca taagaaagct</w:t>
      </w:r>
    </w:p>
    <w:p w14:paraId="0B64B85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acatgatgag ttaacaggac acatgttaga catgtattct gttatgctta ctaatgataa</w:t>
      </w:r>
    </w:p>
    <w:p w14:paraId="31FF7A8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cacctcaagg tattgggaac ctgagtttta tgaggctatg tacacaccgc atacagtctt</w:t>
      </w:r>
    </w:p>
    <w:p w14:paraId="310C5FF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acaggctgtt ggggcttgtg ttctttgcaa ttcacagact tcattaagat gtggtgcttg</w:t>
      </w:r>
    </w:p>
    <w:p w14:paraId="42CB49A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catacgtaga ccattcttat gttgtaaatg ctgttacgac catgtcatat caacatcaca</w:t>
      </w:r>
    </w:p>
    <w:p w14:paraId="0BD6206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taaattagtc ttgtctgtta atccgtatgt ttgcaatgct ccaggttgtg atgtcacaga</w:t>
      </w:r>
    </w:p>
    <w:p w14:paraId="30A4FB5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tgtgactcaa ctttacttag gaggtatgag ctattattgt aaatcacata aaccacccat</w:t>
      </w:r>
    </w:p>
    <w:p w14:paraId="444BD54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tagttttcca ttgtgtgcta atggacaagt ttttggttta tataaaaata catgtgttgg</w:t>
      </w:r>
    </w:p>
    <w:p w14:paraId="2C4120D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tagcgataat gttactgact ttaatgcaat tgcaacatgt gactggacaa atgctggtga</w:t>
      </w:r>
    </w:p>
    <w:p w14:paraId="5995A61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ttacatttta gctaacacct gtactgaaag actcaagctt tttgcagcag aaacgctcaa</w:t>
      </w:r>
    </w:p>
    <w:p w14:paraId="5D12370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agctactgag gagacattta aactgtctta tggtattgct actgtacgtg aagtgctgtc</w:t>
      </w:r>
    </w:p>
    <w:p w14:paraId="1ED5932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tgacagagaa ttacatcttt catgggaagt tggtaaacct agaccaccac ttaaccgaaa</w:t>
      </w:r>
    </w:p>
    <w:p w14:paraId="027B454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ttatgtcttt actggttatc gtgtaactaa aaacagtaaa gtacaaatag gagagtacac</w:t>
      </w:r>
    </w:p>
    <w:p w14:paraId="4E1E06F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ctttgaaaaa ggtgactatg gtgatgctgt tgtttaccga ggtacaacaa cttacaaatt</w:t>
      </w:r>
    </w:p>
    <w:p w14:paraId="70FE1ED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aaatgttggt gattattttg tgctgacatc acatacagta atgccattaa gtgcacctac</w:t>
      </w:r>
    </w:p>
    <w:p w14:paraId="5FF1877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actagtgcca caagagcact atgttagaat tactggctta tacccaacac tcaatatctc</w:t>
      </w:r>
    </w:p>
    <w:p w14:paraId="4FE732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agatgagttt tctagcaatg ttgcaaatta tcaaaaggtt ggtatgcaaa agtattctac</w:t>
      </w:r>
    </w:p>
    <w:p w14:paraId="7396C5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actccaggga ccacctggta ctggtaagag tcattttgct attggcctag ctctctacta</w:t>
      </w:r>
    </w:p>
    <w:p w14:paraId="7A2CB6C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cccttctgct cgcatagtgt atacagcttg ctctcatgcc gctgttgatg cactatgtga</w:t>
      </w:r>
    </w:p>
    <w:p w14:paraId="206BF4E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gaaggcatta aaatatttgc ctatagataa atgtagtaga attatacctg cacgtgctcg</w:t>
      </w:r>
    </w:p>
    <w:p w14:paraId="689E7C2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tgtagagtgt tttgataaat tcaaagtgaa ttcaacatta gaacagtatg tcttttgtac</w:t>
      </w:r>
    </w:p>
    <w:p w14:paraId="230E069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tgtaaatgca ttgcctgaga cgacagcaga tatagttgtc tttgatgaaa tttcaatggc</w:t>
      </w:r>
    </w:p>
    <w:p w14:paraId="6C20871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cacaaattat gatttgagtg ttgtcaatgc cagattacgt gctaagcact atgtgtacat</w:t>
      </w:r>
    </w:p>
    <w:p w14:paraId="36EB067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tggcgaccct gctcaattac ctgcaccacg cacattgcta actaagggca cactagaacc</w:t>
      </w:r>
    </w:p>
    <w:p w14:paraId="7165164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agaatatttc aattcagtgt gtagacttat gaaaactata ggtccagaca tgttcctcgg</w:t>
      </w:r>
    </w:p>
    <w:p w14:paraId="4E1430A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aacttgtcgg cgttgtcctg ctgaaattgt tgacactgtg agtgctttgg tttatgataa</w:t>
      </w:r>
    </w:p>
    <w:p w14:paraId="779A692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taggcttaaa gcacataaag acaaatcagc tcaatgcttt aaaatgtttt ataagggtgt</w:t>
      </w:r>
    </w:p>
    <w:p w14:paraId="79BFEC4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tatcacgcat gatgtttcat ctgcaattaa caggccacaa ataggcgtgg taagagaatt</w:t>
      </w:r>
    </w:p>
    <w:p w14:paraId="52D76EB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ccttacacgt aaccctgctt ggagaaaagc tgtctttatt tcaccttata attcacagaa</w:t>
      </w:r>
    </w:p>
    <w:p w14:paraId="2DBFABD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tgctgtagcc tcaaagattt tgggactacc aactcaaact gttgattcat cacagggctc</w:t>
      </w:r>
    </w:p>
    <w:p w14:paraId="2D2F270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agaatatgac tatgtcatat tcactcaaac cactgaaaca gctcactctt gtaatgtaaa</w:t>
      </w:r>
    </w:p>
    <w:p w14:paraId="04F8F09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cagatttaat gttgctatta ccagagcaaa agtaggcata ctttgcataa tgtctgatag</w:t>
      </w:r>
    </w:p>
    <w:p w14:paraId="5D31A6E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agacctttat gacaagttgc aatttacaag tcttgaaatt ccacgtagga atgtggcaac</w:t>
      </w:r>
    </w:p>
    <w:p w14:paraId="54DD60B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tttacaagct gaaaatgtaa caggactctt taaagattgt agtaaggtaa tcactgggtt</w:t>
      </w:r>
    </w:p>
    <w:p w14:paraId="4BD3E9B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acatcctaca caggcaccta cacacctcag tgttgacact aaattcaaaa ctgaaggttt</w:t>
      </w:r>
    </w:p>
    <w:p w14:paraId="1BB9721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atgtgttgac atacctggca tacctaagga catgacctat agaagactca tctctatgat</w:t>
      </w:r>
    </w:p>
    <w:p w14:paraId="345A8BB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gggttttaaa atgaattatc aagttaatgg ttaccctaac atgtttatca cccgcgaaga</w:t>
      </w:r>
    </w:p>
    <w:p w14:paraId="10AE97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agctataaga catgtacgtg catggattgg cttcgatgtc gaggggtgtc atgctactag</w:t>
      </w:r>
    </w:p>
    <w:p w14:paraId="14E9FC2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agaagctgtt ggtaccaatt tacctttaca gctaggtttt tctacaggtg ttaacctagt</w:t>
      </w:r>
    </w:p>
    <w:p w14:paraId="6F7A379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tgctgtacct acaggttatg ttgatacacc taataataca gatttttcca gagttagtgc</w:t>
      </w:r>
    </w:p>
    <w:p w14:paraId="3EB429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taaaccaccg cctggagatc aatttaaaca cctcatacca cttatgtaca aaggacttcc</w:t>
      </w:r>
    </w:p>
    <w:p w14:paraId="20A1295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ttggaatgta gtgcgtataa agattgtaca aatgttaagt gacacactta aaaatctctc</w:t>
      </w:r>
    </w:p>
    <w:p w14:paraId="61BBDB8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tgacagagtc gtatttgtct tatgggcaca tggctttgag ttgacatcta tgaagtattt</w:t>
      </w:r>
    </w:p>
    <w:p w14:paraId="7EE28E1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tgtgaaaata ggacctgagc gcacctgttg tctatgtgat agacgtgcca catgcttttc</w:t>
      </w:r>
    </w:p>
    <w:p w14:paraId="5472928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cactgcttca gacacttatg cctgttggca tcattctatt ggatttgatt acgtctataa</w:t>
      </w:r>
    </w:p>
    <w:p w14:paraId="4A6B198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tccgtttatg attgatgttc aacaatgggg ttttacaggt aacctacaaa gcaaccatga</w:t>
      </w:r>
    </w:p>
    <w:p w14:paraId="09BF58D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tctgtattgt caagtccatg gtaatgcaca tgtagctagt tgtgatgcaa tcatgactag</w:t>
      </w:r>
    </w:p>
    <w:p w14:paraId="0CC0E3B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gtgtctagct gtccacgagt gctttgttaa gcgtgttgac tggactattg aatatcctat</w:t>
      </w:r>
    </w:p>
    <w:p w14:paraId="5EEBA2C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aattggtgat gaactgaaga ttaatgcggc ttgtagaaag gttcaacaca tggttgttaa</w:t>
      </w:r>
    </w:p>
    <w:p w14:paraId="10D00C2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agctgcatta ttagcagaca aattcccagt tcttcacgac attggtaacc ctaaagctat</w:t>
      </w:r>
    </w:p>
    <w:p w14:paraId="186EEA9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taagtgtgta cctcaagctg atgtagaatg gaagttctat gatgcacagc cttgtagtga</w:t>
      </w:r>
    </w:p>
    <w:p w14:paraId="7229919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caaagcttat aaaatagaag aattattcta ttcttatgcc acacattctg acaaattcac</w:t>
      </w:r>
    </w:p>
    <w:p w14:paraId="3FC2602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agatggtgta tgcctatttt ggaattgcaa tgtcgataga tatcctgcta attccattgt</w:t>
      </w:r>
    </w:p>
    <w:p w14:paraId="1EEFE1B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ttgtagattt gacactagag tgctatctaa ccttaacttg cctggttgtg atggtggcag</w:t>
      </w:r>
    </w:p>
    <w:p w14:paraId="73B39EC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tttgtatgta aataaacatg cattccacac accagctttt gataaaagtg cttttgttaa</w:t>
      </w:r>
    </w:p>
    <w:p w14:paraId="4CDFC61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tttaaaacaa ttaccatttt tctattactc tgacagtcca tgtgagtctc atggaaaaca</w:t>
      </w:r>
    </w:p>
    <w:p w14:paraId="3FBFFD7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agtagtgtca gatatagatt atgtaccact aaagtctgct acgtgtataa cacgttgcaa</w:t>
      </w:r>
    </w:p>
    <w:p w14:paraId="436B50D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tttaggtggt gctgtctgta gacatcatgc taatgagtac agattgtatc tcgatgctta</w:t>
      </w:r>
    </w:p>
    <w:p w14:paraId="0708173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taacatgatg atctcagctg gctttagctt gtgggtttac aaacaatttg atacttataa</w:t>
      </w:r>
    </w:p>
    <w:p w14:paraId="5C6EDEF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cctctggaac acttttacaa gacttcagag tttagaaaat gtggctttta atgttgtaaa</w:t>
      </w:r>
    </w:p>
    <w:p w14:paraId="246D531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taagggacac tttgatggac aacagggtga agtaccagtt tctatcatta ataacactgt</w:t>
      </w:r>
    </w:p>
    <w:p w14:paraId="111AA37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ttacacaaaa gttgatggtg ttgatgtaga attgtttgaa aataaaacaa cattacctgt</w:t>
      </w:r>
    </w:p>
    <w:p w14:paraId="45FE69A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taatgtagca tttgagcttt gggctaagcg caacattaaa ccagtaccag aggtgaaaat</w:t>
      </w:r>
    </w:p>
    <w:p w14:paraId="4C27AF1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actcaataat ttgggtgtgg acattgctgc taatactgtg atctgggact acaaaagaga</w:t>
      </w:r>
    </w:p>
    <w:p w14:paraId="2975D30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tgctccagca catatatcta ctattggtgt ttgttctatg actgacatag ccaagaaacc</w:t>
      </w:r>
    </w:p>
    <w:p w14:paraId="282CEE0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aactgaaacg atttgtgcac cactcactgt cttttttgat ggtagagttg atggtcaagt</w:t>
      </w:r>
    </w:p>
    <w:p w14:paraId="5EB3AD5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agacttattt agaaatgccc gtaatggtgt tcttattaca gaaggtagtg ttaaaggttt</w:t>
      </w:r>
    </w:p>
    <w:p w14:paraId="2E0E1B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acaaccatct gtaggtccca aacaagctag tcttaatgga gtcacattaa ttggagaagc</w:t>
      </w:r>
    </w:p>
    <w:p w14:paraId="6E3D2F3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cgtaaaaaca cagttcaatt attataagaa agttgatggt gttgtccaac aattacctga</w:t>
      </w:r>
    </w:p>
    <w:p w14:paraId="3C49BF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aacttacttt actcagagta gaaatttaca agaatttaaa cccaggagtc aaatggaaat</w:t>
      </w:r>
    </w:p>
    <w:p w14:paraId="7451EA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tgatttctta gaattagcta tggatgaatt cattgaacgg tataaattag aaggctatgc</w:t>
      </w:r>
    </w:p>
    <w:p w14:paraId="05A6EE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cttcgaacat atcgtttatg gagattttag tcatagtcag ttaggtggtt tacatctact</w:t>
      </w:r>
    </w:p>
    <w:p w14:paraId="7010452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gattggacta gctaaacgtt ttaaggaatc accttttgaa ttagaagatt ttattcctat</w:t>
      </w:r>
    </w:p>
    <w:p w14:paraId="3B39D2D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ggacagtaca gttaaaaact atttcataac agatgcgcaa acaggttcat ctaagtgtgt</w:t>
      </w:r>
    </w:p>
    <w:p w14:paraId="34597A4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gtgttctgtt attgatttat tacttgatga ttttgttgaa ataataaaat cccaagattt</w:t>
      </w:r>
    </w:p>
    <w:p w14:paraId="67B42A1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atctgtagtt tctaaggttg tcaaagtgac tattgactat acagaaattt catttatgct</w:t>
      </w:r>
    </w:p>
    <w:p w14:paraId="05C0893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ttggtgtaaa gatggccatg tagaaacatt ttacccaaaa ttacaatcta gtcaagcgtg</w:t>
      </w:r>
    </w:p>
    <w:p w14:paraId="465C749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gcaaccgggt gttgctatgc ctaatcttta caaaatgcaa agaatgctat tagaaaagtg</w:t>
      </w:r>
    </w:p>
    <w:p w14:paraId="63F1C9D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tgaccttcaa aattatggtg atagtgcaac attacctaaa ggcataatga tgaatgtcgc</w:t>
      </w:r>
    </w:p>
    <w:p w14:paraId="4DD999D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aaaatatact caactgtgtc aatatttaaa cacattaaca ttagctgtac cctataatat</w:t>
      </w:r>
    </w:p>
    <w:p w14:paraId="2FEFD1A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gagagttata cattttggtg ctggttctga taaaggagtt gcaccaggta cagctgtttt</w:t>
      </w:r>
    </w:p>
    <w:p w14:paraId="1E4AD9D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aagacagtgg ttgcctacgg gtacgctgct tgtcgattca gatcttaatg actttgtctc</w:t>
      </w:r>
    </w:p>
    <w:p w14:paraId="3895108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tgatgcagat tcaactttga ttggtgattg tgcaactgta catacagcta ataaatggga</w:t>
      </w:r>
    </w:p>
    <w:p w14:paraId="49A921E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tctcattatt agtgatatgt acgaccctaa gactaaaaat gttacaaaag aaaatgactc</w:t>
      </w:r>
    </w:p>
    <w:p w14:paraId="7886809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taaagagggt tttttcactt acatttgtgg gtttatacaa caaaagctag ctcttggagg</w:t>
      </w:r>
    </w:p>
    <w:p w14:paraId="5B0033B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ttccgtggct ataaagataa cagaacattc ttggaatgct gatctttata agctcatggg</w:t>
      </w:r>
    </w:p>
    <w:p w14:paraId="31CCCDE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acacttcgca tggtggacag cctttgttac taatgtgaat gcgtcatcat ctgaagcatt</w:t>
      </w:r>
    </w:p>
    <w:p w14:paraId="1904936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tttaattgga tgtaattatc ttggcaaacc acgcgaacaa atagatggtt atgtcatgca</w:t>
      </w:r>
    </w:p>
    <w:p w14:paraId="5F989B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tgcaaattac atattttgga ggaatacaaa tccaattcag ttgtcttcct attctttatt</w:t>
      </w:r>
    </w:p>
    <w:p w14:paraId="7C8DCF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tgacatgagt aaatttcccc ttaaattaag gggtactgct gttatgtctt taaaagaagg</w:t>
      </w:r>
    </w:p>
    <w:p w14:paraId="676AA79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tcaaatcaat gatatgattt tatctcttct tagtaaaggt agacttataa ttagagaaaa</w:t>
      </w:r>
    </w:p>
    <w:p w14:paraId="01AC594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caacagagtt gttatttcta gtgatgttct tgttaacaac taaacgaaca atgtttgttt</w:t>
      </w:r>
    </w:p>
    <w:p w14:paraId="4BE8965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ttcttgtttt attgccacta gtctctagtc agtgtgttaa tcttacaacc agaactcaat</w:t>
      </w:r>
    </w:p>
    <w:p w14:paraId="34DD246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taccccctgc atacactaat tctttcacac gtggtgttta ttaccctgac aaagttttca</w:t>
      </w:r>
    </w:p>
    <w:p w14:paraId="22CAAA9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gatcctcagt tttacattca actcaggact tgttcttacc tttcttttcc aatgttactt</w:t>
      </w:r>
    </w:p>
    <w:p w14:paraId="53FEF92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ggttccatgc tatctctggg accaatggta ctaagaggtt tgataaccct gtcctaccat</w:t>
      </w:r>
    </w:p>
    <w:p w14:paraId="77AA5ED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ttaatgatgg tgtttatttt gcttccactg agaagtctaa cataataaga ggctggattt</w:t>
      </w:r>
    </w:p>
    <w:p w14:paraId="5E05EF2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ttggtactac tttagattcg aagacccagt ccctacttat tgttaataac gctactaatg</w:t>
      </w:r>
    </w:p>
    <w:p w14:paraId="24B434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ttgttattaa agtctgtgaa tttcaatttt gtaatgatcc atttttgggt gtttaccaca</w:t>
      </w:r>
    </w:p>
    <w:p w14:paraId="304A7A8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aaaacaacaa aagttggatg gaaagtgagt tcagagttta ttctagtgcg aataattgca</w:t>
      </w:r>
    </w:p>
    <w:p w14:paraId="344C631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cttttgaata tgtctctcag ccttttctta tggaccttga aggaaaacag ggtaatttca</w:t>
      </w:r>
    </w:p>
    <w:p w14:paraId="71824A7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aaaatcttag ggaatttgtg tttaagaata ttgatggtta ttttaaaata tattctaagc</w:t>
      </w:r>
    </w:p>
    <w:p w14:paraId="2E6F7A4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acacgcctat taatttagtg cgtgatctcc ctcagggttt ttcggcttta gaaccattgg</w:t>
      </w:r>
    </w:p>
    <w:p w14:paraId="05B3589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tagatttgcc aataggtatt aacatcacta ggtttcaaac tttacttgct ttacatagaa</w:t>
      </w:r>
    </w:p>
    <w:p w14:paraId="4C5ADF1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gttatttgac tcctggtgat tcttcttcag gttggacagc tggtgctgca gcttattatg</w:t>
      </w:r>
    </w:p>
    <w:p w14:paraId="552E4D3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tgggttatct tcaacctagg acttttctat taaaatataa tgaaaatgga accattacag</w:t>
      </w:r>
    </w:p>
    <w:p w14:paraId="6C548C6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atgctgtaga ctgtgcactt gaccctctct cagaaacaaa gtgtacgttg aaatccttca</w:t>
      </w:r>
    </w:p>
    <w:p w14:paraId="029BDE7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ctgtagaaaa aggaatctat caaacttcta actttagagt ccaaccaaca gaatctattg</w:t>
      </w:r>
    </w:p>
    <w:p w14:paraId="30B2E70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ttagatttcc taatattaca aacttgtgcc cttttggtga agtttttaac gccaccagat</w:t>
      </w:r>
    </w:p>
    <w:p w14:paraId="5A55E94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ttgcatctgt ttatgcttgg aacaggaaga gaatcagcaa ctgtgttgct gattattctg</w:t>
      </w:r>
    </w:p>
    <w:p w14:paraId="2CE37C0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tcctatataa ttccgcatca ttttccactt ttaagtgtta tggagtgtct cctactaaat</w:t>
      </w:r>
    </w:p>
    <w:p w14:paraId="2E19B83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taaatgatct ctgctttact aatgtctatg cagattcatt tgtaattaga ggtgatgaag</w:t>
      </w:r>
    </w:p>
    <w:p w14:paraId="2BBDCFA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tcagacaaat cgctccaggg caaactggaa agattgctga ttataattat aaattaccag</w:t>
      </w:r>
    </w:p>
    <w:p w14:paraId="2BD33A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atgattttac aggctgcgtt atagcttgga attctaacaa tcttgattct aaggttggtg</w:t>
      </w:r>
    </w:p>
    <w:p w14:paraId="617E6A2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gtaattataa ttacctgtat agattgttta ggaagtctaa tctcaaacct tttgagagag</w:t>
      </w:r>
    </w:p>
    <w:p w14:paraId="49BBC85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atatttcaac tgaaatctat caggccggta gcacaccttg taatggtgtt gaaggtttta</w:t>
      </w:r>
    </w:p>
    <w:p w14:paraId="4402825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attgttactt tcctttacaa tcatatggtt tccaacccac ttatggtgtt ggttaccaac</w:t>
      </w:r>
    </w:p>
    <w:p w14:paraId="2F4EDB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catacagagt agtagtactt tcttttgaac ttctacatgc accagcaact gtttgtggac</w:t>
      </w:r>
    </w:p>
    <w:p w14:paraId="7F59211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ctaaaaagtc tactaatttg gttaaaaaca aatgtgtcaa tttcaacttc aatggtttaa</w:t>
      </w:r>
    </w:p>
    <w:p w14:paraId="195850F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caggcacagg tgttcttact gagtctaaca aaaagtttct gcctttccaa caatttggca</w:t>
      </w:r>
    </w:p>
    <w:p w14:paraId="6C260DA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gagacattga tgacactact gatgctgtcc gtgatccaca gacacttgag attcttgaca</w:t>
      </w:r>
    </w:p>
    <w:p w14:paraId="0AE7CE2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ttacaccatg ttcttttggt ggtgtcagtg ttataacacc aggaacaaat acttctaacc</w:t>
      </w:r>
    </w:p>
    <w:p w14:paraId="79DBED5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aggttgctgt tctttatcag ggtgttaact gcacagaagt ccctgttgct attcatgcag</w:t>
      </w:r>
    </w:p>
    <w:p w14:paraId="052D915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atcaacttac tcctacttgg cgtgtttatt ctacaggttc taatgttttt caaacacgtg</w:t>
      </w:r>
    </w:p>
    <w:p w14:paraId="402D124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caggctgttt aataggggct gaacatgtca acaactcata tgagtgtgac atacccattg</w:t>
      </w:r>
    </w:p>
    <w:p w14:paraId="1C2290E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gtgcaggtat atgcgctagt tatcagactc agactaattc tcatcggcgg gcacgtagtg</w:t>
      </w:r>
    </w:p>
    <w:p w14:paraId="751C908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tagctagtca atccatcatt gcctacacta tgtcacttgg tgcagaaaat tcagttgctt</w:t>
      </w:r>
    </w:p>
    <w:p w14:paraId="63E0885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actctaataa ctctattgcc atacccataa attttactat tagtgttacc acagaaattc</w:t>
      </w:r>
    </w:p>
    <w:p w14:paraId="37DC60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taccagtgtc tatgaccaag acatcagtag attgtacaat gtacatttgt ggtgattcaa</w:t>
      </w:r>
    </w:p>
    <w:p w14:paraId="1C6A481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ctgaatgcag caatcttttg ttgcaatatg gcagtttttg tacacaatta aaccgtgctt</w:t>
      </w:r>
    </w:p>
    <w:p w14:paraId="345CBF4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taactggaat agctgttgaa caagacaaaa acacccaaga agtttttgca caagtcaaac</w:t>
      </w:r>
    </w:p>
    <w:p w14:paraId="6522B24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aaatttacaa aacaccacca attaaagatt ttggtggttt taatttttca caaatattac</w:t>
      </w:r>
    </w:p>
    <w:p w14:paraId="7F1D289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cagatccatc aaaaccaagc aagaggtcat ttattgaaga tctacttttc aacaaagtga</w:t>
      </w:r>
    </w:p>
    <w:p w14:paraId="1CAA7BC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cacttgcaga tgctggcttc atcaaacaat atggtgattg ccttggtgat attgctgcta</w:t>
      </w:r>
    </w:p>
    <w:p w14:paraId="535A416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gagacctcat ttgtgcacaa aagtttaacg gccttactgt tttgccacct ttgctcacag</w:t>
      </w:r>
    </w:p>
    <w:p w14:paraId="488BDF4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atgaaatgat tgctcaatac acttctgcac tgttagcggg tacaatcact tctggttgga</w:t>
      </w:r>
    </w:p>
    <w:p w14:paraId="3901EFA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cctttggtgc aggtgctgca ttacaaatac catttgctat gcaaatggct tataggttta</w:t>
      </w:r>
    </w:p>
    <w:p w14:paraId="1A5498D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atggtattgg agttacacag aatgttctct atgagaacca aaaattgatt gccaaccaat</w:t>
      </w:r>
    </w:p>
    <w:p w14:paraId="3A79280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ttaatagtgc tattggcaaa attcaagact cactttcttc cacagcaagt gcacttggaa</w:t>
      </w:r>
    </w:p>
    <w:p w14:paraId="55019B4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aacttcaaga tgtggtcaac caaaatgcac aagctttaaa cacgcttgtt aaacaactta</w:t>
      </w:r>
    </w:p>
    <w:p w14:paraId="39AE49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gctccaattt tggtgcaatt tcaagtgttt taaatgatat ccttgcacgt cttgacaaag</w:t>
      </w:r>
    </w:p>
    <w:p w14:paraId="6E5256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ttgaggctga agtgcaaatt gataggttga tcacaggcag acttcaaagt ttgcagacat</w:t>
      </w:r>
    </w:p>
    <w:p w14:paraId="67C69CF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atgtgactca acaattaatt agagctgcag aaatcagagc ttctgctaat cttgctgcta</w:t>
      </w:r>
    </w:p>
    <w:p w14:paraId="4980C8C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ctaaaatgtc agagtgtgta cttggacaat caaaaagagt tgatttttgt ggaaagggct</w:t>
      </w:r>
    </w:p>
    <w:p w14:paraId="6CA48A8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atcatcttat gtccttccct cagtcagcac ctcatggtgt agtcttcttg catgtgactt</w:t>
      </w:r>
    </w:p>
    <w:p w14:paraId="7F64763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atgtccctgc acaagaaaag aacttcacaa ctgctcctgc catttgtcat gatggaaaag</w:t>
      </w:r>
    </w:p>
    <w:p w14:paraId="4C1866A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cacactttcc tcgtgaaggt gtctttgttt caaatggcac acactggttt gtaacacaaa</w:t>
      </w:r>
    </w:p>
    <w:p w14:paraId="5F27484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ggaattttta tgaaccacaa atcattacta cacacaacac atttgtgtct ggtaactgtg</w:t>
      </w:r>
    </w:p>
    <w:p w14:paraId="010C67F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atgttgtaat aggaattgtc aacaacacag tttatgatcc tttgcaacct gaattagact</w:t>
      </w:r>
    </w:p>
    <w:p w14:paraId="53FD53F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cattcaagga ggagttagat aaatatttta agaatcatac atcaccagat gttgatttag</w:t>
      </w:r>
    </w:p>
    <w:p w14:paraId="388AC70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gtgacatctc tggcattaat gcttcagttg taaacattca aaaagaaatt gaccgcctca</w:t>
      </w:r>
    </w:p>
    <w:p w14:paraId="3F033C5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atgaggttgc caagaattta aatgaatctc tcatcgatct ccaagaactt ggaaagtatg</w:t>
      </w:r>
    </w:p>
    <w:p w14:paraId="7A2F217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agcagtatat aaaatggcca tggtacattt ggctaggttt tatagctggc ttgattgcca</w:t>
      </w:r>
    </w:p>
    <w:p w14:paraId="7D24754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tagtaatggt gacaattatg ctttgctgta tgaccagttg ctgtagttgt ctcaagggct</w:t>
      </w:r>
    </w:p>
    <w:p w14:paraId="7AB304F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gttgttcttg tggatcctgc tgcaaatttg atgaagacga ctctgagcca gtgctcaaag</w:t>
      </w:r>
    </w:p>
    <w:p w14:paraId="40D28D8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gagtcaaatt acattacaca taaacgaact tatggatttg tttatgagaa tcttcacaat</w:t>
      </w:r>
    </w:p>
    <w:p w14:paraId="688BB85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tggaactgta actttgaagc aaggtgaaat caaggatgct actccttcag attttgttcg</w:t>
      </w:r>
    </w:p>
    <w:p w14:paraId="532B2AE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cgctactgca acgataccga tacaagcctc actccctttc ggatggctta ttgttggcgt</w:t>
      </w:r>
    </w:p>
    <w:p w14:paraId="3A19EF8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tgcacttctt gctgtttttc agagcgcttc caaaatcata accctcaaaa agagatggca</w:t>
      </w:r>
    </w:p>
    <w:p w14:paraId="1007FC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actagcactc tccaagggtg ttcactttgt ttgcaacttg ctgttgttgt ttgtaacagt</w:t>
      </w:r>
    </w:p>
    <w:p w14:paraId="1D669DB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ttactcacac cttttgctcg ttgctgctgg ccttgaagcc ccttttctct atctttatgc</w:t>
      </w:r>
    </w:p>
    <w:p w14:paraId="04BC5DF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tttagtctac ttcttgcaga gtataaactt tgtaagaata ataatgaggc tttggctttg</w:t>
      </w:r>
    </w:p>
    <w:p w14:paraId="496E0F0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ctggaaatgc cgttccaaaa acccattact ttatgatgcc aactattttc tttgctggca</w:t>
      </w:r>
    </w:p>
    <w:p w14:paraId="1E430C6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tactaattgt tacgactatt gtatacctta caatagtgta acttcttcaa ttgtcattac</w:t>
      </w:r>
    </w:p>
    <w:p w14:paraId="0D40BB1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ttcaggtgat ggcacaacaa gtcctatttc tgaacatgac taccagattg gtggttatac</w:t>
      </w:r>
    </w:p>
    <w:p w14:paraId="0756471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tgaaaaatgg gaatctggag taaaagactg tgttgtatta cacagttact tcacttcaga</w:t>
      </w:r>
    </w:p>
    <w:p w14:paraId="13F2CA4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ctattaccag ctgtactcaa ctcaattgag tacagacact ggtgttgaac atgttacctt</w:t>
      </w:r>
    </w:p>
    <w:p w14:paraId="6446B5B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cttcatctac aataaaattg ttgatgagcc tgaagaacat gtccaaattc acacaatcga</w:t>
      </w:r>
    </w:p>
    <w:p w14:paraId="07B743D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cggttcatcc ggagttgtta atccagtaat ggaaccaatt tatgatgaac cgacgacgac</w:t>
      </w:r>
    </w:p>
    <w:p w14:paraId="1CB1843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tactagcgtg cctttgtaag cacaagctga tgagtacgaa cttatgtact cattcgtttc</w:t>
      </w:r>
    </w:p>
    <w:p w14:paraId="6129086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ggaagagaca ggtacgttaa tagttaatag cgtacttctt tttcttgctt tcgtggtatt</w:t>
      </w:r>
    </w:p>
    <w:p w14:paraId="7E34C8A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cttgctagtt acactagcca tccttactgc gcttcgattg tgtgcgtact gctgcaatat</w:t>
      </w:r>
    </w:p>
    <w:p w14:paraId="4A03DD4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tgttaacgtg agtcttgtaa aaccttcttt ttacgtttac tctcgtgtta aaaatctgaa</w:t>
      </w:r>
    </w:p>
    <w:p w14:paraId="114CE8C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ttcttctaga gttcctgatc ttctggtcta aacgaactaa atattatatt agtttttctg</w:t>
      </w:r>
    </w:p>
    <w:p w14:paraId="4E8BCB8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tttggaactt taattttagc catggcagat tccaacggta ctattaccgt tgaagagctt</w:t>
      </w:r>
    </w:p>
    <w:p w14:paraId="640CBA3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aaaaagctcc ttgaacaatg gaacctagta ataggtttcc tattccttac atggatttgt</w:t>
      </w:r>
    </w:p>
    <w:p w14:paraId="5750893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cttctacaat ttgcctatgc caacaggaat aggtttttgt atataattaa gttaattttc</w:t>
      </w:r>
    </w:p>
    <w:p w14:paraId="47AD473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ctctggctgt tatggccagt aactttagct tgttttgtgc ttgctgctgt ttacagaata</w:t>
      </w:r>
    </w:p>
    <w:p w14:paraId="5D91FE5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aattggatca ccggtggaat tgctatcgca atggcttgtc ttgtaggctt gatgtggctc</w:t>
      </w:r>
    </w:p>
    <w:p w14:paraId="44D6548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agctacttca ttgcttcttt cagactgttt gcgcgtacgc gttccatgtg gtcattcaat</w:t>
      </w:r>
    </w:p>
    <w:p w14:paraId="6D747BA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ccagaaacta acattcttct caacgtgcca ctccatggca ctattctgac cagaccgctt</w:t>
      </w:r>
    </w:p>
    <w:p w14:paraId="28B7B41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ctagaaagtg aactcgtaat cggagctgtg atccttcgtg gacatcttcg tattgctgga</w:t>
      </w:r>
    </w:p>
    <w:p w14:paraId="2A85BAA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caccatctag gacgctgtga catcaaggac ctgcctaaag aaatcactgt tgctacatca</w:t>
      </w:r>
    </w:p>
    <w:p w14:paraId="6755F3F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cgaacgcttt cttattacaa attgggagct tcgcagcgtg tagcaggtga ctcaggtttt</w:t>
      </w:r>
    </w:p>
    <w:p w14:paraId="677CB15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gctgcataca gtcgctacag gattggcaac tataaattaa acacagacca ttccagtagc</w:t>
      </w:r>
    </w:p>
    <w:p w14:paraId="35ABCD9D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agtgacaata ttgctttgct tgtacagtaa gtgacaacag atgtttcatc tcgttgactt</w:t>
      </w:r>
    </w:p>
    <w:p w14:paraId="1AFBE1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tcaggttact atagcagaga tattactaat tattatgagg acttttaaag tttccatttg</w:t>
      </w:r>
    </w:p>
    <w:p w14:paraId="4C0D2A9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gaatcttgat tacatcataa acctcataat taaaaattta tctaagtcac taactgagaa</w:t>
      </w:r>
    </w:p>
    <w:p w14:paraId="3028026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taaatattct caattagatg aagagcaacc aatggagatt gattaaacga acatgaaaat</w:t>
      </w:r>
    </w:p>
    <w:p w14:paraId="09F0121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tattcttttc ttggcactga taacactcgc tacttgtgag ctttatcact accaagagtg</w:t>
      </w:r>
    </w:p>
    <w:p w14:paraId="59F1CCF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tgttagaggt acaacagtac ttttaaaaga accttgctct tctggaacat acgagggcaa</w:t>
      </w:r>
    </w:p>
    <w:p w14:paraId="2C5057A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ttcaccattt catcctctag ctgataacaa atttgcactg acttgcttta gcactcaatt</w:t>
      </w:r>
    </w:p>
    <w:p w14:paraId="213F5F3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tgcttttgct tgtcctgacg gcgtaaaaca cgtctatcag ttacgtgcca gatcagtttc</w:t>
      </w:r>
    </w:p>
    <w:p w14:paraId="17336CC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acctaaactg ttcatcagac aagaggaagt tcaagaactt tactctccaa tttttcttat</w:t>
      </w:r>
    </w:p>
    <w:p w14:paraId="2AE1254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tgttgcggca atagtgttta taacactttg cttcacactc aaaagaaaga cagaatgatt</w:t>
      </w:r>
    </w:p>
    <w:p w14:paraId="1A5FC87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gaactttcat taattgactt ctatttgtgc tttttagcct ttctgctatt ccttgtttta</w:t>
      </w:r>
    </w:p>
    <w:p w14:paraId="679B705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attatgctta ttatcttttg gttctcactt gaactgcaag atcataatga aacttgtcac</w:t>
      </w:r>
    </w:p>
    <w:p w14:paraId="5131F9B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gcctaaacga acatgaaatt tcttgttttc ttaggaatca tcacaactgt agctgcattt</w:t>
      </w:r>
    </w:p>
    <w:p w14:paraId="0545FD8F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caccaagaat gtagtttaca gtcatgtact taacatcaac catatgtagt tgatgacccg</w:t>
      </w:r>
    </w:p>
    <w:p w14:paraId="691D182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tgtcctattc acttctattc taaatggtat attagagtag gagctataaa atcagcacct</w:t>
      </w:r>
    </w:p>
    <w:p w14:paraId="1C33D19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ttaattgaat tgtgcgtgga tgaggctggt tctaaatcac ccattcagtg catcgatatc</w:t>
      </w:r>
    </w:p>
    <w:p w14:paraId="0AFCE77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ggtaattata cagtttcctg tttacctttt acaattaatt gccaggaacc taaattgggt</w:t>
      </w:r>
    </w:p>
    <w:p w14:paraId="2347ECD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agtcttgtag tgcgttgttc gttctatgaa gactttttag agtatcatga cgttcgtgtt</w:t>
      </w:r>
    </w:p>
    <w:p w14:paraId="1955A13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gttttagatt tcatctaaac gaacaaacta aaatgtctct aaatggaccc caaaatcagc</w:t>
      </w:r>
    </w:p>
    <w:p w14:paraId="05167BC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gaaatgcacc ccgcattacg tttggtggac cctcagattc aactggcagt aaccagaatg</w:t>
      </w:r>
    </w:p>
    <w:p w14:paraId="4A97F928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gagaacgcag tggggcgcga tcaaaacaac gtcggcccca aggtttaccc aataatactg</w:t>
      </w:r>
    </w:p>
    <w:p w14:paraId="433E484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cgtcttggtt caccgctctc actcaacatg gcaaggaaga ccttaaattc cctcgaggac</w:t>
      </w:r>
    </w:p>
    <w:p w14:paraId="47678FFA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aaggcgttcc aattaacacc aatagcagtc cagatgacca aattggctac taccgaagag</w:t>
      </w:r>
    </w:p>
    <w:p w14:paraId="6B0B4EE5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ctaccagacg aattcgtggt ggtgacggta aaatgaaaga tctcagtcca agatggtatt</w:t>
      </w:r>
    </w:p>
    <w:p w14:paraId="2BDEA8A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tctactacct aggaactggg ccagaagctg gacttcccta tggtgctaac aaagacggca</w:t>
      </w:r>
    </w:p>
    <w:p w14:paraId="17F97D2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tcatatgggt tgcaactgag ggagccttga atacaccaaa agatcacatt ggcacccgca</w:t>
      </w:r>
    </w:p>
    <w:p w14:paraId="5943945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atcctgctaa caatgctgca atcgtgctac aacttcctca aggaacaaca ttgccaaaag</w:t>
      </w:r>
    </w:p>
    <w:p w14:paraId="109DBC06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gcttctacgc agaagggagc agaggcggca gtcaagcctc ttctcgttcc tcatcacgta</w:t>
      </w:r>
    </w:p>
    <w:p w14:paraId="0E42E86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gtcgcaacag ttcaagaaat tcaactccag gcagcagtaa acgaacttct cctgctagaa</w:t>
      </w:r>
    </w:p>
    <w:p w14:paraId="37DB8AE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tggctggcaa tggcggtgat gctgctcttg ctttgctgct gcttgacaga ttgaaccagc</w:t>
      </w:r>
    </w:p>
    <w:p w14:paraId="7C6D33B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ttgagagcaa aatgtttggt aaaggccaac aacaacaagg ccaaactgtc actaagaaat</w:t>
      </w:r>
    </w:p>
    <w:p w14:paraId="04668F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ctgctgctga ggcttctaag aagcctcggc aaaaacgtac tgccactaaa gcatacaatg</w:t>
      </w:r>
    </w:p>
    <w:p w14:paraId="6D97859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taacacaagc tttcggcaga cgtggtccag aacaaaccca aggaaatttt ggggaccagg</w:t>
      </w:r>
    </w:p>
    <w:p w14:paraId="68EC7CF1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aactaatcag acaaggaact gattacaaac attggccgca aattgcacaa tttgccccca</w:t>
      </w:r>
    </w:p>
    <w:p w14:paraId="53822542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gcgcttcagc gttcttcgga atgtcgcgca ttggcatgga agtcacacct tcgggaacgt</w:t>
      </w:r>
    </w:p>
    <w:p w14:paraId="42DC2A8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ggttgaccta cacaggtgcc atcaaattgg atgacaaaga tccaaatttc aaagatcaag</w:t>
      </w:r>
    </w:p>
    <w:p w14:paraId="135900F9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tcattttgct gaataagcat attgacgcat acaaaacatt cccaccaaca gagcctaaaa</w:t>
      </w:r>
    </w:p>
    <w:p w14:paraId="5887083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aggacaaaaa gaagaaggct gatgaaactc aagccttacc gcagagacag aagaaacagc</w:t>
      </w:r>
    </w:p>
    <w:p w14:paraId="4F52922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aaactgtgac tcttcttcct gctgcagatt tggatgattt ctccaaacaa ttgcaacaat</w:t>
      </w:r>
    </w:p>
    <w:p w14:paraId="2DBCAA4C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ccatgagcag tgctgactca actcaggcct aaactcatgc agaccacaca aggcagatgg</w:t>
      </w:r>
    </w:p>
    <w:p w14:paraId="39DDE2D4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gctatataaa cgttttcgct tttccgttta cgatatatag tctactcttg tgcagaatga</w:t>
      </w:r>
    </w:p>
    <w:p w14:paraId="1053A1DB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attctcgtaa ctacatagca caagtagatg tagttaactt taatctcaca tagcaatctt</w:t>
      </w:r>
    </w:p>
    <w:p w14:paraId="737502EE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taatcagtgt gtaacattag ggaggacttg aaagagccac cacattttca ccgaggccac</w:t>
      </w:r>
    </w:p>
    <w:p w14:paraId="6AFE6363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gcggagtacg atcgagtgta cagtgaacaa tgctagggag agctgcctat atggaagagc</w:t>
      </w:r>
    </w:p>
    <w:p w14:paraId="3C37C1C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cctaatgtgt aaaattaatt ttagtagtgc tatccccatg tgattttaat agcttcttag</w:t>
      </w:r>
    </w:p>
    <w:p w14:paraId="4211D007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gagaatgaca aaaa</w:t>
      </w:r>
    </w:p>
    <w:p w14:paraId="40666320" w14:textId="77777777" w:rsidR="00554579" w:rsidRPr="00554579" w:rsidRDefault="00554579" w:rsidP="0055457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5457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8327F4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57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54579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90F2FA"/>
  <w15:chartTrackingRefBased/>
  <w15:docId w15:val="{A0E8805C-AC47-0942-BC6C-19E3C801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9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58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26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10743</Words>
  <Characters>61241</Characters>
  <Application>Microsoft Office Word</Application>
  <DocSecurity>0</DocSecurity>
  <Lines>510</Lines>
  <Paragraphs>143</Paragraphs>
  <ScaleCrop>false</ScaleCrop>
  <Company/>
  <LinksUpToDate>false</LinksUpToDate>
  <CharactersWithSpaces>71841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2023-03-16T06:17:00Z</dcterms:created>
  <dcterms:modified xsi:type="dcterms:W3CDTF">2023-03-16T06:17:00Z</dcterms:modified>
</cp:coreProperties>
</file>